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2CD5BC" w14:textId="348E71F6" w:rsidR="006E5D65" w:rsidRPr="00E960BB" w:rsidRDefault="00C42EAB" w:rsidP="00C42EAB">
      <w:pPr>
        <w:spacing w:line="240" w:lineRule="auto"/>
        <w:ind w:left="4248"/>
        <w:jc w:val="right"/>
        <w:rPr>
          <w:rFonts w:ascii="Corbel" w:hAnsi="Corbel"/>
          <w:bCs/>
          <w:i/>
        </w:rPr>
      </w:pPr>
      <w:r w:rsidRPr="00C42EAB">
        <w:rPr>
          <w:rFonts w:ascii="Corbel" w:eastAsia="Corbel" w:hAnsi="Corbel" w:cs="Corbel"/>
          <w:i/>
        </w:rPr>
        <w:t>Załącznik nr 1.5 do Zarządzenia Rektora UR  nr 12/2019</w:t>
      </w:r>
      <w:r w:rsidR="00997F14"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</w:p>
    <w:p w14:paraId="0E108243" w14:textId="77777777" w:rsidR="0085747A" w:rsidRPr="009C54AE" w:rsidRDefault="0085747A" w:rsidP="00D8315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A620CA6" w14:textId="462EBB3C" w:rsidR="0085747A" w:rsidRPr="00D8315E" w:rsidRDefault="0071620A" w:rsidP="00D8315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D1716B" w:rsidRPr="005C0A3B">
        <w:rPr>
          <w:rFonts w:ascii="Corbel" w:hAnsi="Corbel"/>
          <w:smallCaps/>
          <w:sz w:val="24"/>
          <w:szCs w:val="24"/>
        </w:rPr>
        <w:t>202</w:t>
      </w:r>
      <w:r w:rsidR="00FB6822">
        <w:rPr>
          <w:rFonts w:ascii="Corbel" w:hAnsi="Corbel"/>
          <w:smallCaps/>
          <w:sz w:val="24"/>
          <w:szCs w:val="24"/>
        </w:rPr>
        <w:t>2</w:t>
      </w:r>
      <w:r w:rsidR="00625D50">
        <w:rPr>
          <w:rFonts w:ascii="Corbel" w:hAnsi="Corbel"/>
          <w:smallCaps/>
          <w:sz w:val="24"/>
          <w:szCs w:val="24"/>
        </w:rPr>
        <w:t xml:space="preserve"> - </w:t>
      </w:r>
      <w:bookmarkStart w:id="0" w:name="_GoBack"/>
      <w:bookmarkEnd w:id="0"/>
      <w:r w:rsidR="00D8315E" w:rsidRPr="005C0A3B">
        <w:rPr>
          <w:rFonts w:ascii="Corbel" w:hAnsi="Corbel"/>
          <w:smallCaps/>
          <w:sz w:val="24"/>
          <w:szCs w:val="24"/>
        </w:rPr>
        <w:t>20</w:t>
      </w:r>
      <w:r w:rsidR="008D6DC5" w:rsidRPr="005C0A3B">
        <w:rPr>
          <w:rFonts w:ascii="Corbel" w:hAnsi="Corbel"/>
          <w:smallCaps/>
          <w:sz w:val="24"/>
          <w:szCs w:val="24"/>
        </w:rPr>
        <w:t>2</w:t>
      </w:r>
      <w:r w:rsidR="004F46F7">
        <w:rPr>
          <w:rFonts w:ascii="Corbel" w:hAnsi="Corbel"/>
          <w:smallCaps/>
          <w:sz w:val="24"/>
          <w:szCs w:val="24"/>
        </w:rPr>
        <w:t>7</w:t>
      </w:r>
    </w:p>
    <w:p w14:paraId="62A2A089" w14:textId="199E7D5B" w:rsidR="00F70DDE" w:rsidRDefault="00F70DDE" w:rsidP="00D8315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  <w:t>(skrajne daty)</w:t>
      </w:r>
    </w:p>
    <w:p w14:paraId="0E8BFAA6" w14:textId="175F844E" w:rsidR="00445970" w:rsidRPr="00D8315E" w:rsidRDefault="00445970" w:rsidP="00D8315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D8315E">
        <w:rPr>
          <w:rFonts w:ascii="Corbel" w:hAnsi="Corbel"/>
          <w:sz w:val="24"/>
          <w:szCs w:val="24"/>
        </w:rPr>
        <w:t>R</w:t>
      </w:r>
      <w:r w:rsidR="00D1716B">
        <w:rPr>
          <w:rFonts w:ascii="Corbel" w:hAnsi="Corbel"/>
          <w:sz w:val="24"/>
          <w:szCs w:val="24"/>
        </w:rPr>
        <w:t>ok akademicki 202</w:t>
      </w:r>
      <w:r w:rsidR="004F46F7">
        <w:rPr>
          <w:rFonts w:ascii="Corbel" w:hAnsi="Corbel"/>
          <w:sz w:val="24"/>
          <w:szCs w:val="24"/>
        </w:rPr>
        <w:t>2</w:t>
      </w:r>
      <w:r w:rsidR="009E5440">
        <w:rPr>
          <w:rFonts w:ascii="Corbel" w:hAnsi="Corbel"/>
          <w:sz w:val="24"/>
          <w:szCs w:val="24"/>
        </w:rPr>
        <w:t>/202</w:t>
      </w:r>
      <w:r w:rsidR="004F46F7">
        <w:rPr>
          <w:rFonts w:ascii="Corbel" w:hAnsi="Corbel"/>
          <w:sz w:val="24"/>
          <w:szCs w:val="24"/>
        </w:rPr>
        <w:t>3</w:t>
      </w:r>
    </w:p>
    <w:p w14:paraId="2B1B6A9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5D4730D" w14:textId="77777777" w:rsidR="0085747A" w:rsidRPr="009C54AE" w:rsidRDefault="0071620A" w:rsidP="00C858F4">
      <w:pPr>
        <w:pStyle w:val="Punktygwne"/>
        <w:spacing w:before="0" w:after="12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CDBB698" w14:textId="77777777" w:rsidTr="00B819C8">
        <w:tc>
          <w:tcPr>
            <w:tcW w:w="2694" w:type="dxa"/>
            <w:vAlign w:val="center"/>
          </w:tcPr>
          <w:p w14:paraId="524E97E8" w14:textId="77777777" w:rsidR="0085747A" w:rsidRPr="009C54AE" w:rsidRDefault="00C05F44" w:rsidP="00AB56B9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C26857C" w14:textId="188905B5" w:rsidR="0085747A" w:rsidRPr="00AB56B9" w:rsidRDefault="00D1716B" w:rsidP="00AB56B9">
            <w:pPr>
              <w:pStyle w:val="Odpowiedzi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B56B9">
              <w:rPr>
                <w:rFonts w:ascii="Corbel" w:hAnsi="Corbel"/>
                <w:sz w:val="24"/>
                <w:szCs w:val="24"/>
              </w:rPr>
              <w:t>Historia prawa sądowego</w:t>
            </w:r>
          </w:p>
        </w:tc>
      </w:tr>
      <w:tr w:rsidR="0085747A" w:rsidRPr="009C54AE" w14:paraId="078379F8" w14:textId="77777777" w:rsidTr="00B819C8">
        <w:tc>
          <w:tcPr>
            <w:tcW w:w="2694" w:type="dxa"/>
            <w:vAlign w:val="center"/>
          </w:tcPr>
          <w:p w14:paraId="73F8C92C" w14:textId="77777777" w:rsidR="0085747A" w:rsidRPr="009C54AE" w:rsidRDefault="00C05F44" w:rsidP="00AB56B9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A4A82AA" w14:textId="461917C5" w:rsidR="0085747A" w:rsidRPr="009C54AE" w:rsidRDefault="0085747A" w:rsidP="00AB56B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435F7277" w14:textId="77777777" w:rsidTr="00B819C8">
        <w:tc>
          <w:tcPr>
            <w:tcW w:w="2694" w:type="dxa"/>
            <w:vAlign w:val="center"/>
          </w:tcPr>
          <w:p w14:paraId="59EADA23" w14:textId="77777777" w:rsidR="0085747A" w:rsidRPr="009C54AE" w:rsidRDefault="001A365C" w:rsidP="00AB56B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1BF4FA7" w14:textId="77777777" w:rsidR="0085747A" w:rsidRPr="009C54AE" w:rsidRDefault="0022660F" w:rsidP="00AB56B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FF883B8" w14:textId="77777777" w:rsidTr="00B819C8">
        <w:tc>
          <w:tcPr>
            <w:tcW w:w="2694" w:type="dxa"/>
            <w:vAlign w:val="center"/>
          </w:tcPr>
          <w:p w14:paraId="3FB70CEE" w14:textId="77777777" w:rsidR="0085747A" w:rsidRPr="009C54AE" w:rsidRDefault="0085747A" w:rsidP="00AB56B9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C77EE29" w14:textId="71435346" w:rsidR="0085747A" w:rsidRPr="009C54AE" w:rsidRDefault="00906FAE" w:rsidP="00AB56B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906FAE">
              <w:rPr>
                <w:rFonts w:ascii="Corbel" w:hAnsi="Corbel"/>
                <w:b w:val="0"/>
                <w:sz w:val="24"/>
                <w:szCs w:val="24"/>
              </w:rPr>
              <w:t xml:space="preserve">Zakład Historii </w:t>
            </w:r>
            <w:r w:rsidR="009E5440">
              <w:rPr>
                <w:rFonts w:ascii="Corbel" w:hAnsi="Corbel"/>
                <w:b w:val="0"/>
                <w:sz w:val="24"/>
                <w:szCs w:val="24"/>
              </w:rPr>
              <w:t>Państwa i Prawa</w:t>
            </w:r>
            <w:r w:rsidR="0022660F" w:rsidRPr="006A6A07">
              <w:rPr>
                <w:rFonts w:ascii="Corbel" w:hAnsi="Corbel"/>
                <w:b w:val="0"/>
                <w:sz w:val="24"/>
                <w:szCs w:val="24"/>
              </w:rPr>
              <w:t xml:space="preserve"> Instytut</w:t>
            </w:r>
            <w:r w:rsidR="009E5440"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="0022660F" w:rsidRPr="006A6A07">
              <w:rPr>
                <w:rFonts w:ascii="Corbel" w:hAnsi="Corbel"/>
                <w:b w:val="0"/>
                <w:sz w:val="24"/>
                <w:szCs w:val="24"/>
              </w:rPr>
              <w:t xml:space="preserve"> Nauk Prawnych</w:t>
            </w:r>
          </w:p>
        </w:tc>
      </w:tr>
      <w:tr w:rsidR="0085747A" w:rsidRPr="009C54AE" w14:paraId="0A1375B8" w14:textId="77777777" w:rsidTr="00B819C8">
        <w:tc>
          <w:tcPr>
            <w:tcW w:w="2694" w:type="dxa"/>
            <w:vAlign w:val="center"/>
          </w:tcPr>
          <w:p w14:paraId="0BE2082F" w14:textId="77777777" w:rsidR="0085747A" w:rsidRPr="009C54AE" w:rsidRDefault="0085747A" w:rsidP="00AB56B9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9609A7C" w14:textId="0E6A91F7" w:rsidR="0085747A" w:rsidRPr="009C54AE" w:rsidRDefault="00D1716B" w:rsidP="00AB56B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9C54AE" w14:paraId="2E7DFA4B" w14:textId="77777777" w:rsidTr="00B819C8">
        <w:tc>
          <w:tcPr>
            <w:tcW w:w="2694" w:type="dxa"/>
            <w:vAlign w:val="center"/>
          </w:tcPr>
          <w:p w14:paraId="2797D243" w14:textId="77777777" w:rsidR="0085747A" w:rsidRPr="009C54AE" w:rsidRDefault="00DE4A14" w:rsidP="00AB56B9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66A1395" w14:textId="0B3DB479" w:rsidR="0085747A" w:rsidRPr="009C54AE" w:rsidRDefault="00CA08DC" w:rsidP="00AB56B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CA08DC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D1716B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9C54AE" w14:paraId="114DDC43" w14:textId="77777777" w:rsidTr="00B819C8">
        <w:tc>
          <w:tcPr>
            <w:tcW w:w="2694" w:type="dxa"/>
            <w:vAlign w:val="center"/>
          </w:tcPr>
          <w:p w14:paraId="31F7EDCF" w14:textId="77777777" w:rsidR="0085747A" w:rsidRPr="009C54AE" w:rsidRDefault="0085747A" w:rsidP="00AB56B9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F6ADA85" w14:textId="35F78C7D" w:rsidR="0085747A" w:rsidRPr="009C54AE" w:rsidRDefault="00D1716B" w:rsidP="00AB56B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Ogólny</w:t>
            </w:r>
          </w:p>
        </w:tc>
      </w:tr>
      <w:tr w:rsidR="0085747A" w:rsidRPr="009C54AE" w14:paraId="03295DA2" w14:textId="77777777" w:rsidTr="00B819C8">
        <w:tc>
          <w:tcPr>
            <w:tcW w:w="2694" w:type="dxa"/>
            <w:vAlign w:val="center"/>
          </w:tcPr>
          <w:p w14:paraId="7307B5CD" w14:textId="77777777" w:rsidR="0085747A" w:rsidRPr="009C54AE" w:rsidRDefault="0085747A" w:rsidP="00AB56B9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9D673E9" w14:textId="0A5D1606" w:rsidR="0085747A" w:rsidRPr="009C54AE" w:rsidRDefault="000204BA" w:rsidP="00AB56B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8D6DC5" w:rsidRPr="008D6DC5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3FBA2FEF" w14:textId="77777777" w:rsidTr="00B819C8">
        <w:tc>
          <w:tcPr>
            <w:tcW w:w="2694" w:type="dxa"/>
            <w:vAlign w:val="center"/>
          </w:tcPr>
          <w:p w14:paraId="64F9B4DD" w14:textId="77777777" w:rsidR="0085747A" w:rsidRPr="009C54AE" w:rsidRDefault="0085747A" w:rsidP="00AB56B9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A9C7826" w14:textId="3022A55E" w:rsidR="0085747A" w:rsidRPr="009C54AE" w:rsidRDefault="005C4E72" w:rsidP="00AB56B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 </w:t>
            </w:r>
            <w:r w:rsidR="00CA08DC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  <w:r w:rsidR="00D1716B">
              <w:rPr>
                <w:rFonts w:ascii="Corbel" w:hAnsi="Corbel"/>
                <w:b w:val="0"/>
                <w:sz w:val="24"/>
                <w:szCs w:val="24"/>
              </w:rPr>
              <w:t xml:space="preserve"> I</w:t>
            </w:r>
          </w:p>
        </w:tc>
      </w:tr>
      <w:tr w:rsidR="0085747A" w:rsidRPr="009C54AE" w14:paraId="3A8B3714" w14:textId="77777777" w:rsidTr="00B819C8">
        <w:tc>
          <w:tcPr>
            <w:tcW w:w="2694" w:type="dxa"/>
            <w:vAlign w:val="center"/>
          </w:tcPr>
          <w:p w14:paraId="64CDAD67" w14:textId="77777777" w:rsidR="0085747A" w:rsidRPr="009C54AE" w:rsidRDefault="0085747A" w:rsidP="00AB56B9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182307E" w14:textId="77777777" w:rsidR="0085747A" w:rsidRPr="009C54AE" w:rsidRDefault="008D6DC5" w:rsidP="00AB56B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D6DC5"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923D7D" w:rsidRPr="009C54AE" w14:paraId="7BFAACB0" w14:textId="77777777" w:rsidTr="00B819C8">
        <w:tc>
          <w:tcPr>
            <w:tcW w:w="2694" w:type="dxa"/>
            <w:vAlign w:val="center"/>
          </w:tcPr>
          <w:p w14:paraId="09CCC3EC" w14:textId="77777777" w:rsidR="00923D7D" w:rsidRPr="009C54AE" w:rsidRDefault="00923D7D" w:rsidP="00AB56B9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F84FD6B" w14:textId="77777777" w:rsidR="00923D7D" w:rsidRPr="009C54AE" w:rsidRDefault="008D6DC5" w:rsidP="00AB56B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AD1B236" w14:textId="77777777" w:rsidTr="00B819C8">
        <w:tc>
          <w:tcPr>
            <w:tcW w:w="2694" w:type="dxa"/>
            <w:vAlign w:val="center"/>
          </w:tcPr>
          <w:p w14:paraId="5ABFCC54" w14:textId="77777777" w:rsidR="0085747A" w:rsidRPr="009C54AE" w:rsidRDefault="0085747A" w:rsidP="00AB56B9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B0E9E0B" w14:textId="56EC363B" w:rsidR="0085747A" w:rsidRPr="009C54AE" w:rsidRDefault="00A71B3D" w:rsidP="00AB56B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Władysław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Wlaźlak</w:t>
            </w:r>
            <w:proofErr w:type="spellEnd"/>
            <w:r w:rsidR="008D6DC5" w:rsidRPr="008D6DC5">
              <w:rPr>
                <w:rFonts w:ascii="Corbel" w:hAnsi="Corbel"/>
                <w:b w:val="0"/>
                <w:sz w:val="24"/>
                <w:szCs w:val="24"/>
              </w:rPr>
              <w:t xml:space="preserve"> prof. UR</w:t>
            </w:r>
          </w:p>
        </w:tc>
      </w:tr>
      <w:tr w:rsidR="0085747A" w:rsidRPr="009C54AE" w14:paraId="0806672D" w14:textId="77777777" w:rsidTr="00B819C8">
        <w:tc>
          <w:tcPr>
            <w:tcW w:w="2694" w:type="dxa"/>
            <w:vAlign w:val="center"/>
          </w:tcPr>
          <w:p w14:paraId="69AE8D84" w14:textId="77777777" w:rsidR="0085747A" w:rsidRPr="009C54AE" w:rsidRDefault="0085747A" w:rsidP="00AB56B9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ED40D12" w14:textId="440A5C26" w:rsidR="00A71B3D" w:rsidRPr="009C54AE" w:rsidRDefault="00A71B3D" w:rsidP="00AB56B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4F46F7">
              <w:rPr>
                <w:rFonts w:ascii="Corbel" w:hAnsi="Corbel"/>
                <w:b w:val="0"/>
                <w:sz w:val="24"/>
                <w:szCs w:val="24"/>
              </w:rPr>
              <w:t xml:space="preserve">Ewa </w:t>
            </w:r>
            <w:proofErr w:type="spellStart"/>
            <w:r w:rsidR="004F46F7">
              <w:rPr>
                <w:rFonts w:ascii="Corbel" w:hAnsi="Corbel"/>
                <w:b w:val="0"/>
                <w:sz w:val="24"/>
                <w:szCs w:val="24"/>
              </w:rPr>
              <w:t>Leniart</w:t>
            </w:r>
            <w:proofErr w:type="spellEnd"/>
          </w:p>
        </w:tc>
      </w:tr>
    </w:tbl>
    <w:p w14:paraId="78B0D195" w14:textId="77777777" w:rsidR="0085747A" w:rsidRPr="009C54AE" w:rsidRDefault="0085747A" w:rsidP="00AB56B9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2652FB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EE4A9F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2"/>
        <w:gridCol w:w="909"/>
        <w:gridCol w:w="797"/>
        <w:gridCol w:w="884"/>
        <w:gridCol w:w="795"/>
        <w:gridCol w:w="819"/>
        <w:gridCol w:w="749"/>
        <w:gridCol w:w="945"/>
        <w:gridCol w:w="1179"/>
        <w:gridCol w:w="1469"/>
      </w:tblGrid>
      <w:tr w:rsidR="00015B8F" w:rsidRPr="009C54AE" w14:paraId="6D429892" w14:textId="77777777" w:rsidTr="000204BA"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8654E" w14:textId="77777777" w:rsidR="00015B8F" w:rsidRPr="00C858F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858F4">
              <w:rPr>
                <w:rFonts w:ascii="Corbel" w:hAnsi="Corbel"/>
                <w:b/>
                <w:szCs w:val="24"/>
              </w:rPr>
              <w:t>Semestr</w:t>
            </w:r>
          </w:p>
          <w:p w14:paraId="3B334AC3" w14:textId="77777777" w:rsidR="00015B8F" w:rsidRPr="00C858F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858F4">
              <w:rPr>
                <w:rFonts w:ascii="Corbel" w:hAnsi="Corbel"/>
                <w:b/>
                <w:szCs w:val="24"/>
              </w:rPr>
              <w:t>(</w:t>
            </w:r>
            <w:r w:rsidR="00363F78" w:rsidRPr="00C858F4">
              <w:rPr>
                <w:rFonts w:ascii="Corbel" w:hAnsi="Corbel"/>
                <w:b/>
                <w:szCs w:val="24"/>
              </w:rPr>
              <w:t>nr)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7E41F" w14:textId="77777777" w:rsidR="00015B8F" w:rsidRPr="00C858F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proofErr w:type="spellStart"/>
            <w:r w:rsidRPr="00C858F4">
              <w:rPr>
                <w:rFonts w:ascii="Corbel" w:hAnsi="Corbel"/>
                <w:b/>
                <w:szCs w:val="24"/>
              </w:rPr>
              <w:t>Wykł</w:t>
            </w:r>
            <w:proofErr w:type="spellEnd"/>
            <w:r w:rsidRPr="00C858F4">
              <w:rPr>
                <w:rFonts w:ascii="Corbel" w:hAnsi="Corbel"/>
                <w:b/>
                <w:szCs w:val="24"/>
              </w:rPr>
              <w:t>.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74577" w14:textId="77777777" w:rsidR="00015B8F" w:rsidRPr="00C858F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858F4">
              <w:rPr>
                <w:rFonts w:ascii="Corbel" w:hAnsi="Corbel"/>
                <w:b/>
                <w:szCs w:val="24"/>
              </w:rPr>
              <w:t>Ćw.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0B5A8" w14:textId="77777777" w:rsidR="00015B8F" w:rsidRPr="00C858F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proofErr w:type="spellStart"/>
            <w:r w:rsidRPr="00C858F4">
              <w:rPr>
                <w:rFonts w:ascii="Corbel" w:hAnsi="Corbel"/>
                <w:b/>
                <w:szCs w:val="24"/>
              </w:rPr>
              <w:t>Konw</w:t>
            </w:r>
            <w:proofErr w:type="spellEnd"/>
            <w:r w:rsidRPr="00C858F4">
              <w:rPr>
                <w:rFonts w:ascii="Corbel" w:hAnsi="Corbel"/>
                <w:b/>
                <w:szCs w:val="24"/>
              </w:rPr>
              <w:t>.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5B630" w14:textId="77777777" w:rsidR="00015B8F" w:rsidRPr="00C858F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858F4">
              <w:rPr>
                <w:rFonts w:ascii="Corbel" w:hAnsi="Corbel"/>
                <w:b/>
                <w:szCs w:val="24"/>
              </w:rPr>
              <w:t>Lab.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B2634" w14:textId="77777777" w:rsidR="00015B8F" w:rsidRPr="00C858F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proofErr w:type="spellStart"/>
            <w:r w:rsidRPr="00C858F4">
              <w:rPr>
                <w:rFonts w:ascii="Corbel" w:hAnsi="Corbel"/>
                <w:b/>
                <w:szCs w:val="24"/>
              </w:rPr>
              <w:t>Sem</w:t>
            </w:r>
            <w:proofErr w:type="spellEnd"/>
            <w:r w:rsidRPr="00C858F4">
              <w:rPr>
                <w:rFonts w:ascii="Corbel" w:hAnsi="Corbel"/>
                <w:b/>
                <w:szCs w:val="24"/>
              </w:rPr>
              <w:t>.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57FC5" w14:textId="77777777" w:rsidR="00015B8F" w:rsidRPr="00C858F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858F4">
              <w:rPr>
                <w:rFonts w:ascii="Corbel" w:hAnsi="Corbel"/>
                <w:b/>
                <w:szCs w:val="24"/>
              </w:rPr>
              <w:t>ZP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36B1A" w14:textId="77777777" w:rsidR="00015B8F" w:rsidRPr="00C858F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proofErr w:type="spellStart"/>
            <w:r w:rsidRPr="00C858F4">
              <w:rPr>
                <w:rFonts w:ascii="Corbel" w:hAnsi="Corbel"/>
                <w:b/>
                <w:szCs w:val="24"/>
              </w:rPr>
              <w:t>Prakt</w:t>
            </w:r>
            <w:proofErr w:type="spellEnd"/>
            <w:r w:rsidRPr="00C858F4">
              <w:rPr>
                <w:rFonts w:ascii="Corbel" w:hAnsi="Corbel"/>
                <w:b/>
                <w:szCs w:val="24"/>
              </w:rPr>
              <w:t>.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0A9AD" w14:textId="77777777" w:rsidR="00015B8F" w:rsidRPr="00C858F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858F4">
              <w:rPr>
                <w:rFonts w:ascii="Corbel" w:hAnsi="Corbel"/>
                <w:b/>
                <w:szCs w:val="24"/>
              </w:rPr>
              <w:t>Inne (jakie?)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A148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EAD02E8" w14:textId="77777777" w:rsidTr="000204BA">
        <w:trPr>
          <w:trHeight w:val="592"/>
        </w:trPr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3F9D9" w14:textId="5E9F934D" w:rsidR="00015B8F" w:rsidRPr="009C54AE" w:rsidRDefault="00BC0F17" w:rsidP="00BC0F17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4C761" w14:textId="1BD6669D" w:rsidR="00015B8F" w:rsidRPr="009C54AE" w:rsidRDefault="005A1D90" w:rsidP="00D4701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  <w:r w:rsidR="00D1716B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1D45E" w14:textId="684CB7F9" w:rsidR="00015B8F" w:rsidRPr="009C54AE" w:rsidRDefault="00015B8F" w:rsidP="00D4701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CE500" w14:textId="77777777" w:rsidR="00015B8F" w:rsidRPr="009C54AE" w:rsidRDefault="00015B8F" w:rsidP="00D4701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A1C72" w14:textId="77777777" w:rsidR="00015B8F" w:rsidRPr="009C54AE" w:rsidRDefault="00015B8F" w:rsidP="00D4701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22D64" w14:textId="77777777" w:rsidR="00015B8F" w:rsidRPr="009C54AE" w:rsidRDefault="00015B8F" w:rsidP="00D4701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3FF11" w14:textId="77777777" w:rsidR="00015B8F" w:rsidRPr="009C54AE" w:rsidRDefault="00015B8F" w:rsidP="00D4701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CE952" w14:textId="77777777" w:rsidR="00015B8F" w:rsidRPr="009C54AE" w:rsidRDefault="00015B8F" w:rsidP="00D4701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FC6D4" w14:textId="77777777" w:rsidR="00015B8F" w:rsidRPr="009C54AE" w:rsidRDefault="00015B8F" w:rsidP="00D4701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B9D44" w14:textId="1E0A24EF" w:rsidR="00015B8F" w:rsidRPr="009C54AE" w:rsidRDefault="007B7C25" w:rsidP="00D4701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  <w:r w:rsidR="00D24278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2E5569E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DCBB04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A36A84D" w14:textId="1298AA08" w:rsidR="0085747A" w:rsidRPr="009C54AE" w:rsidRDefault="005C4E7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0DE36C44" w14:textId="03FE47B6" w:rsidR="0085747A" w:rsidRPr="009C54AE" w:rsidRDefault="009E544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 xml:space="preserve">X </w:t>
      </w:r>
      <w:r w:rsidR="0085747A"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68BD1B7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9D33E8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55A465F" w14:textId="77777777" w:rsidR="005A1D90" w:rsidRDefault="005A1D90" w:rsidP="004D433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  <w:u w:val="single"/>
        </w:rPr>
      </w:pPr>
    </w:p>
    <w:p w14:paraId="01250FBA" w14:textId="01949F27" w:rsidR="00E47F44" w:rsidRPr="00E47F44" w:rsidRDefault="005A1D90" w:rsidP="004D433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5A1D90">
        <w:rPr>
          <w:rFonts w:ascii="Corbel" w:hAnsi="Corbel"/>
          <w:b w:val="0"/>
          <w:smallCaps w:val="0"/>
          <w:szCs w:val="24"/>
        </w:rPr>
        <w:t>Egzamin</w:t>
      </w:r>
      <w:r w:rsidR="00E47F44" w:rsidRPr="005A1D90">
        <w:rPr>
          <w:rFonts w:ascii="Corbel" w:hAnsi="Corbel"/>
          <w:b w:val="0"/>
          <w:smallCaps w:val="0"/>
          <w:szCs w:val="24"/>
        </w:rPr>
        <w:t xml:space="preserve"> </w:t>
      </w:r>
      <w:r w:rsidR="005C4E72" w:rsidRPr="005C4E72">
        <w:rPr>
          <w:rFonts w:ascii="Corbel" w:hAnsi="Corbel"/>
          <w:b w:val="0"/>
          <w:smallCaps w:val="0"/>
          <w:szCs w:val="24"/>
        </w:rPr>
        <w:t>pisem</w:t>
      </w:r>
      <w:r w:rsidR="001005FA" w:rsidRPr="005C4E72">
        <w:rPr>
          <w:rFonts w:ascii="Corbel" w:hAnsi="Corbel"/>
          <w:b w:val="0"/>
          <w:smallCaps w:val="0"/>
          <w:szCs w:val="24"/>
        </w:rPr>
        <w:t>ny</w:t>
      </w:r>
      <w:r w:rsidR="005C4E72">
        <w:rPr>
          <w:rFonts w:ascii="Corbel" w:hAnsi="Corbel"/>
          <w:b w:val="0"/>
          <w:smallCaps w:val="0"/>
          <w:szCs w:val="24"/>
        </w:rPr>
        <w:t xml:space="preserve"> w formie testu z odpowiedziami wielokrotnego wyboru</w:t>
      </w:r>
      <w:r w:rsidR="00E47F44" w:rsidRPr="005C4E72">
        <w:rPr>
          <w:rFonts w:ascii="Corbel" w:hAnsi="Corbel"/>
          <w:b w:val="0"/>
          <w:smallCaps w:val="0"/>
          <w:szCs w:val="24"/>
        </w:rPr>
        <w:t>.</w:t>
      </w:r>
    </w:p>
    <w:p w14:paraId="05D9161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30F05B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1481B866" w14:textId="77777777" w:rsidR="006C6051" w:rsidRPr="009C54AE" w:rsidRDefault="006C6051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23CF8E4" w14:textId="77777777" w:rsidTr="00745302">
        <w:tc>
          <w:tcPr>
            <w:tcW w:w="9670" w:type="dxa"/>
          </w:tcPr>
          <w:p w14:paraId="4F8BD37B" w14:textId="77777777" w:rsidR="0085747A" w:rsidRPr="009C54AE" w:rsidRDefault="008D6DC5" w:rsidP="00CA08DC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6D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historii </w:t>
            </w:r>
            <w:r w:rsidR="00CA08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Polski </w:t>
            </w:r>
            <w:r w:rsidRPr="008D6D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na poziomie wymaganym na egzaminie maturalnym.  </w:t>
            </w:r>
          </w:p>
        </w:tc>
      </w:tr>
    </w:tbl>
    <w:p w14:paraId="3825093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9B69925" w14:textId="77777777" w:rsidR="00AB56B9" w:rsidRDefault="00AB56B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BDEF579" w14:textId="77777777" w:rsidR="00AB56B9" w:rsidRDefault="00AB56B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FDE3F6A" w14:textId="0D1DD0C6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0C33C29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8BBEE4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CB1A73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6C0983CB" w14:textId="77777777" w:rsidTr="00923D7D">
        <w:tc>
          <w:tcPr>
            <w:tcW w:w="851" w:type="dxa"/>
            <w:vAlign w:val="center"/>
          </w:tcPr>
          <w:p w14:paraId="66698987" w14:textId="77777777" w:rsidR="0085747A" w:rsidRPr="009C54AE" w:rsidRDefault="0085747A" w:rsidP="0047779A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79CDECFC" w14:textId="37CE1E05" w:rsidR="0085747A" w:rsidRPr="002A2809" w:rsidRDefault="00CA08DC" w:rsidP="004D433E">
            <w:pPr>
              <w:pStyle w:val="Podpunkty"/>
              <w:spacing w:before="120" w:after="120"/>
              <w:ind w:left="0"/>
              <w:rPr>
                <w:rFonts w:ascii="Corbel" w:hAnsi="Corbel"/>
                <w:b w:val="0"/>
                <w:sz w:val="24"/>
                <w:szCs w:val="24"/>
                <w:highlight w:val="yellow"/>
              </w:rPr>
            </w:pPr>
            <w:r w:rsidRPr="004D433E">
              <w:rPr>
                <w:rFonts w:ascii="Corbel" w:hAnsi="Corbel"/>
                <w:b w:val="0"/>
                <w:sz w:val="24"/>
                <w:szCs w:val="24"/>
              </w:rPr>
              <w:t xml:space="preserve">Zdobycie i ugruntowanie wiedzy dotyczącej ewolucji </w:t>
            </w:r>
            <w:r w:rsidR="005C4E72" w:rsidRPr="004D433E">
              <w:rPr>
                <w:rFonts w:ascii="Corbel" w:hAnsi="Corbel"/>
                <w:b w:val="0"/>
                <w:sz w:val="24"/>
                <w:szCs w:val="24"/>
              </w:rPr>
              <w:t xml:space="preserve">prawa sądowego w Polsce oraz </w:t>
            </w:r>
            <w:r w:rsidRPr="004D433E">
              <w:rPr>
                <w:rFonts w:ascii="Corbel" w:hAnsi="Corbel"/>
                <w:b w:val="0"/>
                <w:sz w:val="24"/>
                <w:szCs w:val="24"/>
              </w:rPr>
              <w:t xml:space="preserve">wybranych krajach Europy od czasów </w:t>
            </w:r>
            <w:r w:rsidR="005C4E72" w:rsidRPr="004D433E">
              <w:rPr>
                <w:rFonts w:ascii="Corbel" w:hAnsi="Corbel"/>
                <w:b w:val="0"/>
                <w:sz w:val="24"/>
                <w:szCs w:val="24"/>
              </w:rPr>
              <w:t xml:space="preserve">średniowiecza </w:t>
            </w:r>
            <w:r w:rsidRPr="004D433E">
              <w:rPr>
                <w:rFonts w:ascii="Corbel" w:hAnsi="Corbel"/>
                <w:b w:val="0"/>
                <w:sz w:val="24"/>
                <w:szCs w:val="24"/>
              </w:rPr>
              <w:t>do połowy XX w.</w:t>
            </w:r>
            <w:r w:rsidR="005C4E72" w:rsidRPr="004D433E">
              <w:rPr>
                <w:rFonts w:ascii="Corbel" w:hAnsi="Corbel"/>
                <w:b w:val="0"/>
                <w:sz w:val="24"/>
                <w:szCs w:val="24"/>
              </w:rPr>
              <w:t xml:space="preserve">. Zdobycie </w:t>
            </w:r>
            <w:r w:rsidRPr="004D433E">
              <w:rPr>
                <w:rFonts w:ascii="Corbel" w:hAnsi="Corbel"/>
                <w:b w:val="0"/>
                <w:sz w:val="24"/>
                <w:szCs w:val="24"/>
              </w:rPr>
              <w:t xml:space="preserve">kluczowych pojęć, instytucji oraz źródeł z zakresu prawa </w:t>
            </w:r>
            <w:r w:rsidR="004D433E" w:rsidRPr="004D433E">
              <w:rPr>
                <w:rFonts w:ascii="Corbel" w:hAnsi="Corbel"/>
                <w:b w:val="0"/>
                <w:sz w:val="24"/>
                <w:szCs w:val="24"/>
              </w:rPr>
              <w:t>sądowego</w:t>
            </w:r>
            <w:r w:rsidRPr="004D433E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49CCEF10" w14:textId="77777777" w:rsidTr="0047779A">
        <w:trPr>
          <w:trHeight w:val="1390"/>
        </w:trPr>
        <w:tc>
          <w:tcPr>
            <w:tcW w:w="851" w:type="dxa"/>
            <w:vAlign w:val="center"/>
          </w:tcPr>
          <w:p w14:paraId="4411F383" w14:textId="77777777" w:rsidR="0085747A" w:rsidRPr="009C54AE" w:rsidRDefault="006C6051" w:rsidP="0047779A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FB7D0A9" w14:textId="138C3F86" w:rsidR="0085747A" w:rsidRPr="002A2809" w:rsidRDefault="003147A0" w:rsidP="004D433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highlight w:val="yellow"/>
              </w:rPr>
            </w:pPr>
            <w:r w:rsidRPr="004D433E">
              <w:rPr>
                <w:rFonts w:ascii="Corbel" w:hAnsi="Corbel"/>
                <w:b w:val="0"/>
                <w:sz w:val="24"/>
                <w:szCs w:val="24"/>
              </w:rPr>
              <w:t xml:space="preserve">Wykorzystanie </w:t>
            </w:r>
            <w:r w:rsidR="004D433E" w:rsidRPr="004D433E">
              <w:rPr>
                <w:rFonts w:ascii="Corbel" w:hAnsi="Corbel"/>
                <w:b w:val="0"/>
                <w:sz w:val="24"/>
                <w:szCs w:val="24"/>
              </w:rPr>
              <w:t xml:space="preserve">nabytej </w:t>
            </w:r>
            <w:r w:rsidRPr="004D433E">
              <w:rPr>
                <w:rFonts w:ascii="Corbel" w:hAnsi="Corbel"/>
                <w:b w:val="0"/>
                <w:sz w:val="24"/>
                <w:szCs w:val="24"/>
              </w:rPr>
              <w:t xml:space="preserve">wiedzy jako narzędzia pozwalającego na dokonanie samodzielnej analizy i formułowania wniosków w odniesieniu do różnorodnych systemów </w:t>
            </w:r>
            <w:r w:rsidR="004D433E" w:rsidRPr="004D433E">
              <w:rPr>
                <w:rFonts w:ascii="Corbel" w:hAnsi="Corbel"/>
                <w:b w:val="0"/>
                <w:sz w:val="24"/>
                <w:szCs w:val="24"/>
              </w:rPr>
              <w:t xml:space="preserve">prawa </w:t>
            </w:r>
            <w:r w:rsidRPr="004D433E">
              <w:rPr>
                <w:rFonts w:ascii="Corbel" w:hAnsi="Corbel"/>
                <w:b w:val="0"/>
                <w:sz w:val="24"/>
                <w:szCs w:val="24"/>
              </w:rPr>
              <w:t>funkcjonujących w przeszłości i aktualnie, ze szczególnym uwzględnieniem Polski.</w:t>
            </w:r>
          </w:p>
        </w:tc>
      </w:tr>
      <w:tr w:rsidR="0047779A" w:rsidRPr="009C54AE" w14:paraId="14B4249D" w14:textId="77777777" w:rsidTr="00C858F4">
        <w:trPr>
          <w:trHeight w:val="228"/>
        </w:trPr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55FC0277" w14:textId="77777777" w:rsidR="0047779A" w:rsidRDefault="0047779A" w:rsidP="0047779A">
            <w:pPr>
              <w:pStyle w:val="Cele"/>
              <w:tabs>
                <w:tab w:val="clear" w:pos="720"/>
                <w:tab w:val="left" w:pos="601"/>
                <w:tab w:val="left" w:pos="635"/>
              </w:tabs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bottom w:val="single" w:sz="4" w:space="0" w:color="auto"/>
            </w:tcBorders>
            <w:vAlign w:val="center"/>
          </w:tcPr>
          <w:p w14:paraId="3FF77E46" w14:textId="5B9C93E7" w:rsidR="0047779A" w:rsidRPr="002A2809" w:rsidRDefault="0047779A" w:rsidP="004D433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highlight w:val="yellow"/>
              </w:rPr>
            </w:pPr>
            <w:r w:rsidRPr="004D433E">
              <w:rPr>
                <w:rFonts w:ascii="Corbel" w:hAnsi="Corbel"/>
                <w:b w:val="0"/>
                <w:sz w:val="24"/>
                <w:szCs w:val="24"/>
              </w:rPr>
              <w:t xml:space="preserve">Umiejętność przewidywania kierunku zmian we współczesnych systemach </w:t>
            </w:r>
            <w:r w:rsidR="004D433E">
              <w:rPr>
                <w:rFonts w:ascii="Corbel" w:hAnsi="Corbel"/>
                <w:b w:val="0"/>
                <w:sz w:val="24"/>
                <w:szCs w:val="24"/>
              </w:rPr>
              <w:t>prawa</w:t>
            </w:r>
            <w:r w:rsidRPr="004D433E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</w:p>
        </w:tc>
      </w:tr>
    </w:tbl>
    <w:p w14:paraId="5DED65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74B025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3A569D2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3"/>
        <w:gridCol w:w="1867"/>
      </w:tblGrid>
      <w:tr w:rsidR="0085747A" w:rsidRPr="009C54AE" w14:paraId="13D7B203" w14:textId="77777777" w:rsidTr="0071620A">
        <w:tc>
          <w:tcPr>
            <w:tcW w:w="1701" w:type="dxa"/>
            <w:vAlign w:val="center"/>
          </w:tcPr>
          <w:p w14:paraId="4BD96957" w14:textId="77777777" w:rsidR="0085747A" w:rsidRPr="00C858F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C858F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858F4">
              <w:rPr>
                <w:rFonts w:ascii="Corbel" w:hAnsi="Corbel"/>
                <w:smallCaps w:val="0"/>
                <w:szCs w:val="24"/>
              </w:rPr>
              <w:t xml:space="preserve"> (</w:t>
            </w:r>
            <w:r w:rsidR="00C05F44" w:rsidRPr="00C858F4">
              <w:rPr>
                <w:rFonts w:ascii="Corbel" w:hAnsi="Corbel"/>
                <w:smallCaps w:val="0"/>
                <w:szCs w:val="24"/>
              </w:rPr>
              <w:t>efekt uczenia się</w:t>
            </w:r>
            <w:r w:rsidR="00B82308" w:rsidRPr="00C858F4">
              <w:rPr>
                <w:rFonts w:ascii="Corbel" w:hAnsi="Corbel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EAB1674" w14:textId="77777777" w:rsidR="0085747A" w:rsidRPr="00C858F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C858F4">
              <w:rPr>
                <w:rFonts w:ascii="Corbel" w:hAnsi="Corbel"/>
                <w:smallCaps w:val="0"/>
                <w:szCs w:val="24"/>
              </w:rPr>
              <w:t xml:space="preserve">Treść efektu </w:t>
            </w:r>
            <w:r w:rsidR="00C05F44" w:rsidRPr="00C858F4">
              <w:rPr>
                <w:rFonts w:ascii="Corbel" w:hAnsi="Corbel"/>
                <w:smallCaps w:val="0"/>
                <w:szCs w:val="24"/>
              </w:rPr>
              <w:t xml:space="preserve">uczenia się </w:t>
            </w:r>
            <w:r w:rsidRPr="00C858F4">
              <w:rPr>
                <w:rFonts w:ascii="Corbel" w:hAnsi="Corbel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48956E7" w14:textId="77777777" w:rsidR="0085747A" w:rsidRPr="00C858F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C858F4">
              <w:rPr>
                <w:rFonts w:ascii="Corbel" w:hAnsi="Corbel"/>
                <w:smallCaps w:val="0"/>
                <w:szCs w:val="24"/>
              </w:rPr>
              <w:t xml:space="preserve">Odniesienie do efektów  kierunkowych </w:t>
            </w:r>
            <w:r w:rsidR="0030395F" w:rsidRPr="005B188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1B66AFA2" w14:textId="77777777" w:rsidTr="005E6E85">
        <w:tc>
          <w:tcPr>
            <w:tcW w:w="1701" w:type="dxa"/>
          </w:tcPr>
          <w:p w14:paraId="54D4EB9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75FCDAA" w14:textId="3DB0A778" w:rsidR="0085747A" w:rsidRPr="002A2809" w:rsidRDefault="003147A0" w:rsidP="004D433E">
            <w:pPr>
              <w:pStyle w:val="Punktygwne"/>
              <w:spacing w:before="120" w:after="120"/>
              <w:jc w:val="both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4D433E">
              <w:rPr>
                <w:rFonts w:ascii="Corbel" w:eastAsia="Times New Roman" w:hAnsi="Corbel"/>
                <w:b w:val="0"/>
                <w:smallCaps w:val="0"/>
                <w:lang w:eastAsia="pl-PL"/>
              </w:rPr>
              <w:t>P</w:t>
            </w:r>
            <w:r w:rsidR="004D433E">
              <w:rPr>
                <w:rFonts w:ascii="Corbel" w:eastAsia="Times New Roman" w:hAnsi="Corbel"/>
                <w:b w:val="0"/>
                <w:smallCaps w:val="0"/>
                <w:lang w:eastAsia="pl-PL"/>
              </w:rPr>
              <w:t>otrafi zdefiniować systemy prawa</w:t>
            </w:r>
            <w:r w:rsidR="004D433E" w:rsidRPr="004D433E">
              <w:rPr>
                <w:rFonts w:ascii="Corbel" w:eastAsia="Times New Roman" w:hAnsi="Corbel"/>
                <w:b w:val="0"/>
                <w:smallCaps w:val="0"/>
                <w:lang w:eastAsia="pl-PL"/>
              </w:rPr>
              <w:t xml:space="preserve"> panujące  w Polsce oraz</w:t>
            </w:r>
            <w:r w:rsidRPr="004D433E">
              <w:rPr>
                <w:rFonts w:ascii="Corbel" w:eastAsia="Times New Roman" w:hAnsi="Corbel"/>
                <w:b w:val="0"/>
                <w:smallCaps w:val="0"/>
                <w:lang w:eastAsia="pl-PL"/>
              </w:rPr>
              <w:t xml:space="preserve"> w Europie od czasów średniowiecznych do połowy XX w., wymienić ich kluczowe  cechy oraz zakres chronologiczny, jak również opisać wpływ </w:t>
            </w:r>
            <w:r w:rsidR="004D433E" w:rsidRPr="004D433E">
              <w:rPr>
                <w:rFonts w:ascii="Corbel" w:eastAsia="Times New Roman" w:hAnsi="Corbel"/>
                <w:b w:val="0"/>
                <w:smallCaps w:val="0"/>
                <w:lang w:eastAsia="pl-PL"/>
              </w:rPr>
              <w:t xml:space="preserve">różnych </w:t>
            </w:r>
            <w:r w:rsidRPr="004D433E">
              <w:rPr>
                <w:rFonts w:ascii="Corbel" w:eastAsia="Times New Roman" w:hAnsi="Corbel"/>
                <w:b w:val="0"/>
                <w:smallCaps w:val="0"/>
                <w:lang w:eastAsia="pl-PL"/>
              </w:rPr>
              <w:t>czynników</w:t>
            </w:r>
            <w:r w:rsidR="004D433E" w:rsidRPr="004D433E">
              <w:rPr>
                <w:rFonts w:ascii="Corbel" w:eastAsia="Times New Roman" w:hAnsi="Corbel"/>
                <w:b w:val="0"/>
                <w:smallCaps w:val="0"/>
                <w:lang w:eastAsia="pl-PL"/>
              </w:rPr>
              <w:t>, w tym</w:t>
            </w:r>
            <w:r w:rsidRPr="004D433E">
              <w:rPr>
                <w:rFonts w:ascii="Corbel" w:eastAsia="Times New Roman" w:hAnsi="Corbel"/>
                <w:b w:val="0"/>
                <w:smallCaps w:val="0"/>
                <w:lang w:eastAsia="pl-PL"/>
              </w:rPr>
              <w:t xml:space="preserve"> ustrojowych na ewolucję struktur i form funkcjonowania </w:t>
            </w:r>
            <w:r w:rsidR="004D433E" w:rsidRPr="004D433E">
              <w:rPr>
                <w:rFonts w:ascii="Corbel" w:eastAsia="Times New Roman" w:hAnsi="Corbel"/>
                <w:b w:val="0"/>
                <w:smallCaps w:val="0"/>
                <w:lang w:eastAsia="pl-PL"/>
              </w:rPr>
              <w:t>wymiaru sprawiedliwości.</w:t>
            </w:r>
          </w:p>
        </w:tc>
        <w:tc>
          <w:tcPr>
            <w:tcW w:w="1873" w:type="dxa"/>
          </w:tcPr>
          <w:p w14:paraId="1F9BAF21" w14:textId="77777777" w:rsidR="0085747A" w:rsidRDefault="006A6A07" w:rsidP="00796A00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K_WO2</w:t>
            </w:r>
          </w:p>
          <w:p w14:paraId="0161AE41" w14:textId="64A83A0B" w:rsidR="00A373DF" w:rsidRPr="00CB4D1B" w:rsidRDefault="00A373DF" w:rsidP="00796A00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73DF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85747A" w:rsidRPr="009C54AE" w14:paraId="7596CFB1" w14:textId="77777777" w:rsidTr="005E6E85">
        <w:tc>
          <w:tcPr>
            <w:tcW w:w="1701" w:type="dxa"/>
          </w:tcPr>
          <w:p w14:paraId="4D6CA04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B4DEBF8" w14:textId="1B8FCF07" w:rsidR="0085747A" w:rsidRPr="002A2809" w:rsidRDefault="003147A0" w:rsidP="004D433E">
            <w:pPr>
              <w:pStyle w:val="Punktygwne"/>
              <w:spacing w:before="120" w:after="120"/>
              <w:jc w:val="both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4D433E">
              <w:rPr>
                <w:rFonts w:ascii="Corbel" w:hAnsi="Corbel"/>
                <w:b w:val="0"/>
                <w:smallCaps w:val="0"/>
                <w:szCs w:val="24"/>
              </w:rPr>
              <w:t xml:space="preserve">Potrafi wymienić podstawowe źródła prawa </w:t>
            </w:r>
            <w:r w:rsidR="004D433E" w:rsidRPr="004D433E">
              <w:rPr>
                <w:rFonts w:ascii="Corbel" w:hAnsi="Corbel"/>
                <w:b w:val="0"/>
                <w:smallCaps w:val="0"/>
                <w:szCs w:val="24"/>
              </w:rPr>
              <w:t xml:space="preserve">sądowego </w:t>
            </w:r>
            <w:r w:rsidRPr="004D433E">
              <w:rPr>
                <w:rFonts w:ascii="Corbel" w:hAnsi="Corbel"/>
                <w:b w:val="0"/>
                <w:smallCaps w:val="0"/>
                <w:szCs w:val="24"/>
              </w:rPr>
              <w:t xml:space="preserve">w analizowanym  okresie, przedstawić ich ogólną charakterystykę oraz wpływ na ewolucję poszczególnych działów </w:t>
            </w:r>
            <w:r w:rsidR="004D433E" w:rsidRPr="004D433E">
              <w:rPr>
                <w:rFonts w:ascii="Corbel" w:hAnsi="Corbel"/>
                <w:b w:val="0"/>
                <w:smallCaps w:val="0"/>
                <w:szCs w:val="24"/>
              </w:rPr>
              <w:t>prawa</w:t>
            </w:r>
            <w:r w:rsidRPr="004D433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57626A59" w14:textId="0745E184" w:rsidR="0085747A" w:rsidRPr="009C54AE" w:rsidRDefault="00A373DF" w:rsidP="00796A00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73DF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85747A" w:rsidRPr="009C54AE" w14:paraId="1807F09F" w14:textId="77777777" w:rsidTr="00F54C62">
        <w:trPr>
          <w:trHeight w:val="167"/>
        </w:trPr>
        <w:tc>
          <w:tcPr>
            <w:tcW w:w="1701" w:type="dxa"/>
          </w:tcPr>
          <w:p w14:paraId="35AAA0B4" w14:textId="77777777" w:rsidR="0085747A" w:rsidRPr="009C54AE" w:rsidRDefault="00F54C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729FF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DE3E657" w14:textId="1F3E0144" w:rsidR="0085747A" w:rsidRPr="002A2809" w:rsidRDefault="003147A0" w:rsidP="0042789E">
            <w:pPr>
              <w:pStyle w:val="Punktygwne"/>
              <w:spacing w:before="120" w:after="120"/>
              <w:jc w:val="both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B729FF">
              <w:rPr>
                <w:rFonts w:ascii="Corbel" w:hAnsi="Corbel"/>
                <w:b w:val="0"/>
                <w:smallCaps w:val="0"/>
                <w:szCs w:val="24"/>
              </w:rPr>
              <w:t>Po</w:t>
            </w:r>
            <w:r w:rsidR="0042789E" w:rsidRPr="00B729FF">
              <w:rPr>
                <w:rFonts w:ascii="Corbel" w:hAnsi="Corbel"/>
                <w:b w:val="0"/>
                <w:smallCaps w:val="0"/>
                <w:szCs w:val="24"/>
              </w:rPr>
              <w:t>trafi zgodnie z zasadami logiki i przy wykorzystywaniu dotychczas nabytej wiedzy – rozstrzygać ewentualne sprzeczności pomiędzy informacjami dostępnymi z różnych źródeł.</w:t>
            </w:r>
          </w:p>
        </w:tc>
        <w:tc>
          <w:tcPr>
            <w:tcW w:w="1873" w:type="dxa"/>
          </w:tcPr>
          <w:p w14:paraId="5B088659" w14:textId="77777777" w:rsidR="003147A0" w:rsidRPr="00B729FF" w:rsidRDefault="0047779A" w:rsidP="003147A0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729FF">
              <w:rPr>
                <w:rFonts w:ascii="Corbel" w:hAnsi="Corbel"/>
                <w:b w:val="0"/>
                <w:smallCaps w:val="0"/>
                <w:szCs w:val="24"/>
              </w:rPr>
              <w:t>K_WO3</w:t>
            </w:r>
          </w:p>
          <w:p w14:paraId="7116F027" w14:textId="5AAB1F24" w:rsidR="0085747A" w:rsidRPr="009C54AE" w:rsidRDefault="0085747A" w:rsidP="003147A0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54C62" w:rsidRPr="009C54AE" w14:paraId="6F0F4DB0" w14:textId="77777777" w:rsidTr="00F54C62">
        <w:trPr>
          <w:trHeight w:val="134"/>
        </w:trPr>
        <w:tc>
          <w:tcPr>
            <w:tcW w:w="1701" w:type="dxa"/>
          </w:tcPr>
          <w:p w14:paraId="03A6BF55" w14:textId="77777777" w:rsidR="00F54C62" w:rsidRPr="009C54AE" w:rsidRDefault="00F54C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2F06E2DE" w14:textId="09E1BFBF" w:rsidR="00F54C62" w:rsidRPr="002A2809" w:rsidRDefault="003147A0" w:rsidP="006B070A">
            <w:pPr>
              <w:pStyle w:val="Punktygwne"/>
              <w:spacing w:before="120" w:after="120"/>
              <w:jc w:val="both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6B070A">
              <w:rPr>
                <w:rFonts w:ascii="Corbel" w:hAnsi="Corbel"/>
                <w:b w:val="0"/>
                <w:smallCaps w:val="0"/>
                <w:szCs w:val="24"/>
              </w:rPr>
              <w:t xml:space="preserve">Potrafi wymienić charakterystyczne dla poszczególnych </w:t>
            </w:r>
            <w:r w:rsidR="006B070A" w:rsidRPr="006B070A">
              <w:rPr>
                <w:rFonts w:ascii="Corbel" w:hAnsi="Corbel"/>
                <w:b w:val="0"/>
                <w:smallCaps w:val="0"/>
                <w:szCs w:val="24"/>
              </w:rPr>
              <w:t>systemów prawa</w:t>
            </w:r>
            <w:r w:rsidRPr="006B070A">
              <w:rPr>
                <w:rFonts w:ascii="Corbel" w:hAnsi="Corbel"/>
                <w:b w:val="0"/>
                <w:smallCaps w:val="0"/>
                <w:szCs w:val="24"/>
              </w:rPr>
              <w:t xml:space="preserve"> instytucje, a także posługiwać się nimi, oceniać  wpływ czynników progresywnych i regresywnych na kształtowanie się poszczególnych modeli </w:t>
            </w:r>
            <w:r w:rsidR="006B070A">
              <w:rPr>
                <w:rFonts w:ascii="Corbel" w:hAnsi="Corbel"/>
                <w:b w:val="0"/>
                <w:smallCaps w:val="0"/>
                <w:szCs w:val="24"/>
              </w:rPr>
              <w:t>wymiaru sprawiedliwości</w:t>
            </w:r>
            <w:r w:rsidRPr="006B070A">
              <w:rPr>
                <w:rFonts w:ascii="Corbel" w:hAnsi="Corbel"/>
                <w:b w:val="0"/>
                <w:smallCaps w:val="0"/>
                <w:szCs w:val="24"/>
              </w:rPr>
              <w:t xml:space="preserve"> na danym etapie rozwoju historycznego.</w:t>
            </w:r>
          </w:p>
        </w:tc>
        <w:tc>
          <w:tcPr>
            <w:tcW w:w="1873" w:type="dxa"/>
          </w:tcPr>
          <w:p w14:paraId="363A20F6" w14:textId="77777777" w:rsidR="00F54C62" w:rsidRPr="009C54AE" w:rsidRDefault="006A6A07" w:rsidP="00796A00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K_WO4</w:t>
            </w:r>
          </w:p>
        </w:tc>
      </w:tr>
      <w:tr w:rsidR="00F54C62" w:rsidRPr="009C54AE" w14:paraId="158C6600" w14:textId="77777777" w:rsidTr="00F54C62">
        <w:trPr>
          <w:trHeight w:val="109"/>
        </w:trPr>
        <w:tc>
          <w:tcPr>
            <w:tcW w:w="1701" w:type="dxa"/>
          </w:tcPr>
          <w:p w14:paraId="39244E5A" w14:textId="77777777" w:rsidR="00F54C62" w:rsidRPr="009C54AE" w:rsidRDefault="00F54C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40DE9E73" w14:textId="52632563" w:rsidR="00F54C62" w:rsidRPr="002A2809" w:rsidRDefault="003147A0" w:rsidP="006B070A">
            <w:pPr>
              <w:pStyle w:val="Punktygwne"/>
              <w:spacing w:before="120" w:after="120"/>
              <w:jc w:val="both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6B070A">
              <w:rPr>
                <w:rFonts w:ascii="Corbel" w:hAnsi="Corbel"/>
                <w:b w:val="0"/>
                <w:smallCaps w:val="0"/>
                <w:szCs w:val="24"/>
              </w:rPr>
              <w:t>Potrafi prawidłowo posługiwać się poj</w:t>
            </w:r>
            <w:r w:rsidR="006B070A" w:rsidRPr="006B070A">
              <w:rPr>
                <w:rFonts w:ascii="Corbel" w:hAnsi="Corbel"/>
                <w:b w:val="0"/>
                <w:smallCaps w:val="0"/>
                <w:szCs w:val="24"/>
              </w:rPr>
              <w:t>ęciami z zakresu prawa</w:t>
            </w:r>
            <w:r w:rsidRPr="006B070A">
              <w:rPr>
                <w:rFonts w:ascii="Corbel" w:hAnsi="Corbel"/>
                <w:b w:val="0"/>
                <w:smallCaps w:val="0"/>
                <w:szCs w:val="24"/>
              </w:rPr>
              <w:t xml:space="preserve"> i językiem </w:t>
            </w:r>
            <w:r w:rsidR="006B070A" w:rsidRPr="006B070A">
              <w:rPr>
                <w:rFonts w:ascii="Corbel" w:hAnsi="Corbel"/>
                <w:b w:val="0"/>
                <w:smallCaps w:val="0"/>
                <w:szCs w:val="24"/>
              </w:rPr>
              <w:t>prawniczym</w:t>
            </w:r>
            <w:r w:rsidRPr="006B070A">
              <w:rPr>
                <w:rFonts w:ascii="Corbel" w:hAnsi="Corbel"/>
                <w:b w:val="0"/>
                <w:smallCaps w:val="0"/>
                <w:szCs w:val="24"/>
              </w:rPr>
              <w:t xml:space="preserve"> wykorzystując je m.in. do </w:t>
            </w:r>
            <w:r w:rsidRPr="006B070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opisu ewolucji struktur oraz funkcjonowania </w:t>
            </w:r>
            <w:r w:rsidR="006B070A" w:rsidRPr="006B070A">
              <w:rPr>
                <w:rFonts w:ascii="Corbel" w:hAnsi="Corbel"/>
                <w:b w:val="0"/>
                <w:smallCaps w:val="0"/>
                <w:szCs w:val="24"/>
              </w:rPr>
              <w:t>wymiaru sprawiedliwości</w:t>
            </w:r>
            <w:r w:rsidRPr="006B070A">
              <w:rPr>
                <w:rFonts w:ascii="Corbel" w:hAnsi="Corbel"/>
                <w:b w:val="0"/>
                <w:smallCaps w:val="0"/>
                <w:szCs w:val="24"/>
              </w:rPr>
              <w:t xml:space="preserve"> zachodzących w analizowanym okresie.</w:t>
            </w:r>
          </w:p>
        </w:tc>
        <w:tc>
          <w:tcPr>
            <w:tcW w:w="1873" w:type="dxa"/>
          </w:tcPr>
          <w:p w14:paraId="37716DC1" w14:textId="393051FB" w:rsidR="00F54C62" w:rsidRPr="009C54AE" w:rsidRDefault="00A373DF" w:rsidP="00796A00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K_W07</w:t>
            </w:r>
          </w:p>
        </w:tc>
      </w:tr>
      <w:tr w:rsidR="00F54C62" w:rsidRPr="009C54AE" w14:paraId="59B114BC" w14:textId="77777777" w:rsidTr="00F54C62">
        <w:trPr>
          <w:trHeight w:val="125"/>
        </w:trPr>
        <w:tc>
          <w:tcPr>
            <w:tcW w:w="1701" w:type="dxa"/>
          </w:tcPr>
          <w:p w14:paraId="4631BC28" w14:textId="77777777" w:rsidR="00F54C62" w:rsidRPr="009C54AE" w:rsidRDefault="00F54C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7D0C202C" w14:textId="0CF5D52B" w:rsidR="00F54C62" w:rsidRPr="002A2809" w:rsidRDefault="003147A0" w:rsidP="006B070A">
            <w:pPr>
              <w:pStyle w:val="Punktygwne"/>
              <w:spacing w:before="120" w:after="120"/>
              <w:jc w:val="both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6B070A">
              <w:rPr>
                <w:rFonts w:ascii="Corbel" w:hAnsi="Corbel"/>
                <w:b w:val="0"/>
                <w:smallCaps w:val="0"/>
                <w:szCs w:val="24"/>
              </w:rPr>
              <w:t xml:space="preserve">Potrafi samodzielnie opracowywać dłuższe wypowiedzi ustne dotyczące zagadnień związanych z funkcjonowaniem i ewolucją </w:t>
            </w:r>
            <w:r w:rsidR="006B070A" w:rsidRPr="006B070A">
              <w:rPr>
                <w:rFonts w:ascii="Corbel" w:hAnsi="Corbel"/>
                <w:b w:val="0"/>
                <w:smallCaps w:val="0"/>
                <w:szCs w:val="24"/>
              </w:rPr>
              <w:t>prawa</w:t>
            </w:r>
            <w:r w:rsidRPr="006B070A">
              <w:rPr>
                <w:rFonts w:ascii="Corbel" w:hAnsi="Corbel"/>
                <w:b w:val="0"/>
                <w:smallCaps w:val="0"/>
                <w:szCs w:val="24"/>
              </w:rPr>
              <w:t xml:space="preserve"> oraz prezentować efekty swojej pracy grupie.  </w:t>
            </w:r>
          </w:p>
        </w:tc>
        <w:tc>
          <w:tcPr>
            <w:tcW w:w="1873" w:type="dxa"/>
          </w:tcPr>
          <w:p w14:paraId="553B296D" w14:textId="2BC22345" w:rsidR="00F54C62" w:rsidRPr="009C54AE" w:rsidRDefault="00A373DF" w:rsidP="00796A00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73DF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F54C62" w:rsidRPr="00537531" w14:paraId="79A54B7B" w14:textId="77777777" w:rsidTr="00F54C62">
        <w:trPr>
          <w:trHeight w:val="109"/>
        </w:trPr>
        <w:tc>
          <w:tcPr>
            <w:tcW w:w="1701" w:type="dxa"/>
          </w:tcPr>
          <w:p w14:paraId="79755DD7" w14:textId="77777777" w:rsidR="00F54C62" w:rsidRPr="009C54AE" w:rsidRDefault="00F54C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269DF060" w14:textId="77777777" w:rsidR="00F54C62" w:rsidRPr="002A2809" w:rsidRDefault="003147A0" w:rsidP="006B070A">
            <w:pPr>
              <w:pStyle w:val="Punktygwne"/>
              <w:spacing w:before="120" w:after="120"/>
              <w:jc w:val="both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6B070A">
              <w:rPr>
                <w:rFonts w:ascii="Corbel" w:hAnsi="Corbel"/>
                <w:b w:val="0"/>
                <w:smallCaps w:val="0"/>
                <w:szCs w:val="24"/>
              </w:rPr>
              <w:t>Potrafi określić priorytety w ramach obowiązującego zakresu wiedzy, które byłyby pomocne do najbardziej efektywnego przygotowania się do ćwiczeń i egzaminu w drodze samokształcenia.</w:t>
            </w:r>
          </w:p>
        </w:tc>
        <w:tc>
          <w:tcPr>
            <w:tcW w:w="1873" w:type="dxa"/>
          </w:tcPr>
          <w:p w14:paraId="141B62AD" w14:textId="2AC57981" w:rsidR="00F54C62" w:rsidRPr="00A373DF" w:rsidRDefault="00A373DF" w:rsidP="00A373D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K_U07</w:t>
            </w:r>
          </w:p>
        </w:tc>
      </w:tr>
      <w:tr w:rsidR="00F54C62" w:rsidRPr="009C54AE" w14:paraId="5058119F" w14:textId="77777777" w:rsidTr="00F54C62">
        <w:trPr>
          <w:trHeight w:val="167"/>
        </w:trPr>
        <w:tc>
          <w:tcPr>
            <w:tcW w:w="1701" w:type="dxa"/>
          </w:tcPr>
          <w:p w14:paraId="554D9635" w14:textId="77777777" w:rsidR="00F54C62" w:rsidRPr="009C54AE" w:rsidRDefault="00F54C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1C885815" w14:textId="77777777" w:rsidR="00F54C62" w:rsidRPr="00537531" w:rsidRDefault="003147A0" w:rsidP="00B01D63">
            <w:pPr>
              <w:pStyle w:val="Punktygwne"/>
              <w:spacing w:before="120" w:after="12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531">
              <w:rPr>
                <w:rFonts w:ascii="Corbel" w:hAnsi="Corbel"/>
                <w:b w:val="0"/>
                <w:smallCaps w:val="0"/>
                <w:szCs w:val="24"/>
              </w:rPr>
              <w:t>Potrafi samodzielnie uzupełniać i poszerzać posiadany zakres wiedzy z dodatkowych źródeł wykazując aktywność w wykonywanych przez siebie zadaniach oraz angażując się w działania grupy.</w:t>
            </w:r>
          </w:p>
        </w:tc>
        <w:tc>
          <w:tcPr>
            <w:tcW w:w="1873" w:type="dxa"/>
          </w:tcPr>
          <w:p w14:paraId="02B762DB" w14:textId="184D5378" w:rsidR="00F54C62" w:rsidRPr="009C54AE" w:rsidRDefault="00A373DF" w:rsidP="003147A0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73DF"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  <w:tr w:rsidR="00F54C62" w:rsidRPr="009C54AE" w14:paraId="065CA96F" w14:textId="77777777" w:rsidTr="00F54C62">
        <w:trPr>
          <w:trHeight w:val="125"/>
        </w:trPr>
        <w:tc>
          <w:tcPr>
            <w:tcW w:w="1701" w:type="dxa"/>
          </w:tcPr>
          <w:p w14:paraId="5DA8E517" w14:textId="77777777" w:rsidR="00F54C62" w:rsidRPr="009C54AE" w:rsidRDefault="00F54C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14:paraId="33699C84" w14:textId="77777777" w:rsidR="00F54C62" w:rsidRPr="002A2809" w:rsidRDefault="003147A0" w:rsidP="00B01D63">
            <w:pPr>
              <w:pStyle w:val="Punktygwne"/>
              <w:spacing w:before="120" w:after="120"/>
              <w:jc w:val="both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537531">
              <w:rPr>
                <w:rFonts w:ascii="Corbel" w:hAnsi="Corbel"/>
                <w:b w:val="0"/>
                <w:smallCaps w:val="0"/>
                <w:szCs w:val="24"/>
              </w:rPr>
              <w:t>Potrafi pracować na rzecz grupy osób wspomagając ją swoją wiedzą oraz prezentując własne, dobrze umotywowane, poglądy.</w:t>
            </w:r>
          </w:p>
        </w:tc>
        <w:tc>
          <w:tcPr>
            <w:tcW w:w="1873" w:type="dxa"/>
          </w:tcPr>
          <w:p w14:paraId="75A642C6" w14:textId="24D09211" w:rsidR="00F54C62" w:rsidRPr="009C54AE" w:rsidRDefault="00A373DF" w:rsidP="00796A00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73DF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F54C62" w:rsidRPr="009C54AE" w14:paraId="4500F2E5" w14:textId="77777777" w:rsidTr="005E6E85">
        <w:trPr>
          <w:trHeight w:val="151"/>
        </w:trPr>
        <w:tc>
          <w:tcPr>
            <w:tcW w:w="1701" w:type="dxa"/>
          </w:tcPr>
          <w:p w14:paraId="2BDCB269" w14:textId="77777777" w:rsidR="00F54C62" w:rsidRPr="009C54AE" w:rsidRDefault="00F54C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14:paraId="4CB52AA1" w14:textId="6C45E10C" w:rsidR="00F54C62" w:rsidRPr="002A2809" w:rsidRDefault="003147A0" w:rsidP="00B01D63">
            <w:pPr>
              <w:pStyle w:val="Punktygwne"/>
              <w:spacing w:before="120" w:after="120"/>
              <w:jc w:val="both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537531">
              <w:rPr>
                <w:rFonts w:ascii="Corbel" w:hAnsi="Corbel"/>
                <w:b w:val="0"/>
                <w:smallCaps w:val="0"/>
                <w:szCs w:val="24"/>
              </w:rPr>
              <w:t xml:space="preserve">Potrafi samodzielnie interpretować oraz wyjaśniać działalność </w:t>
            </w:r>
            <w:r w:rsidR="00987381">
              <w:rPr>
                <w:rFonts w:ascii="Corbel" w:hAnsi="Corbel"/>
                <w:b w:val="0"/>
                <w:smallCaps w:val="0"/>
                <w:szCs w:val="24"/>
              </w:rPr>
              <w:t>organów wymiaru sprawiedliwości</w:t>
            </w:r>
            <w:r w:rsidRPr="00537531">
              <w:rPr>
                <w:rFonts w:ascii="Corbel" w:hAnsi="Corbel"/>
                <w:b w:val="0"/>
                <w:smallCaps w:val="0"/>
                <w:szCs w:val="24"/>
              </w:rPr>
              <w:t xml:space="preserve"> w danym okresie historycznym oraz rozumie problematykę związaną z wykonywaniem funkcji państwowej.</w:t>
            </w:r>
          </w:p>
        </w:tc>
        <w:tc>
          <w:tcPr>
            <w:tcW w:w="1873" w:type="dxa"/>
          </w:tcPr>
          <w:p w14:paraId="5D313D13" w14:textId="4BA05B6A" w:rsidR="00F54C62" w:rsidRPr="009C54AE" w:rsidRDefault="00A373DF" w:rsidP="00796A00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73DF"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</w:tbl>
    <w:p w14:paraId="507311B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7C2B44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B94C4F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5551BD5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D34CD9A" w14:textId="77777777" w:rsidTr="0015765D">
        <w:tc>
          <w:tcPr>
            <w:tcW w:w="9520" w:type="dxa"/>
          </w:tcPr>
          <w:p w14:paraId="5D19ADFE" w14:textId="77777777" w:rsidR="0085747A" w:rsidRPr="00C858F4" w:rsidRDefault="0085747A" w:rsidP="00F70DD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z w:val="24"/>
                <w:szCs w:val="24"/>
              </w:rPr>
            </w:pPr>
            <w:r w:rsidRPr="00C858F4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85747A" w:rsidRPr="009C54AE" w14:paraId="4A731056" w14:textId="77777777" w:rsidTr="0015765D">
        <w:tc>
          <w:tcPr>
            <w:tcW w:w="9520" w:type="dxa"/>
          </w:tcPr>
          <w:p w14:paraId="2DC06F1A" w14:textId="60718474" w:rsidR="0085747A" w:rsidRPr="00CB4D1B" w:rsidRDefault="0042789E" w:rsidP="00935C57">
            <w:pPr>
              <w:pStyle w:val="Akapitzlist"/>
              <w:spacing w:before="120" w:after="120" w:line="240" w:lineRule="auto"/>
              <w:ind w:left="176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 xml:space="preserve">Źródła prawa i źródła poznania prawa. </w:t>
            </w:r>
            <w:r w:rsidR="002A2809">
              <w:rPr>
                <w:rFonts w:ascii="Corbel" w:hAnsi="Corbel"/>
              </w:rPr>
              <w:t xml:space="preserve">Źródła prawa Germanów. Źródła prawa w państwie frankońskim. Zasada osobowości prawa. </w:t>
            </w:r>
            <w:r w:rsidR="00DE6765">
              <w:rPr>
                <w:rFonts w:ascii="Corbel" w:hAnsi="Corbel"/>
              </w:rPr>
              <w:t xml:space="preserve">Proces wczesnośredniowieczny. Zasady procesu skargowego w Polsce średniowiecznej. </w:t>
            </w:r>
            <w:r w:rsidR="002A2809">
              <w:rPr>
                <w:rFonts w:ascii="Corbel" w:hAnsi="Corbel"/>
              </w:rPr>
              <w:t>Księga Elbląska</w:t>
            </w:r>
            <w:r w:rsidR="00DE6765">
              <w:rPr>
                <w:rFonts w:ascii="Corbel" w:hAnsi="Corbel"/>
              </w:rPr>
              <w:t xml:space="preserve"> i inne źródła prawa w Polsce</w:t>
            </w:r>
            <w:r w:rsidR="002A2809">
              <w:rPr>
                <w:rFonts w:ascii="Corbel" w:hAnsi="Corbel"/>
              </w:rPr>
              <w:t xml:space="preserve">. Najstarsze słowiańskie i węgierskie pomniki prawa. </w:t>
            </w:r>
            <w:r w:rsidR="002314D6">
              <w:rPr>
                <w:rFonts w:ascii="Corbel" w:hAnsi="Corbel"/>
              </w:rPr>
              <w:t xml:space="preserve">System kompozycyjny w polskim prawie na tle europejskim. </w:t>
            </w:r>
          </w:p>
        </w:tc>
      </w:tr>
      <w:tr w:rsidR="002314D6" w:rsidRPr="009C54AE" w14:paraId="50607CE7" w14:textId="77777777" w:rsidTr="0015765D">
        <w:tc>
          <w:tcPr>
            <w:tcW w:w="9520" w:type="dxa"/>
          </w:tcPr>
          <w:p w14:paraId="5B29098E" w14:textId="5E0C3777" w:rsidR="002314D6" w:rsidRDefault="002314D6" w:rsidP="002314D6">
            <w:pPr>
              <w:pStyle w:val="Akapitzlist"/>
              <w:spacing w:before="120" w:after="120" w:line="240" w:lineRule="auto"/>
              <w:ind w:left="176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Źródła prawa francuskiego, niemieckiego, angielskiego w średniowieczu. Szkoła glosatorów i postglosatorów. Historia źródeł oraz znaczenie prawa kanonicznego w średniowiecznej Europie i w Polsce. </w:t>
            </w:r>
            <w:proofErr w:type="spellStart"/>
            <w:r w:rsidR="00DE6765" w:rsidRPr="005C0A3B">
              <w:rPr>
                <w:rFonts w:ascii="Corbel" w:hAnsi="Corbel"/>
                <w:i/>
              </w:rPr>
              <w:t>Ius</w:t>
            </w:r>
            <w:proofErr w:type="spellEnd"/>
            <w:r w:rsidR="00DE6765" w:rsidRPr="005C0A3B">
              <w:rPr>
                <w:rFonts w:ascii="Corbel" w:hAnsi="Corbel"/>
                <w:i/>
              </w:rPr>
              <w:t xml:space="preserve"> Polonicum</w:t>
            </w:r>
            <w:r w:rsidR="00DE6765">
              <w:rPr>
                <w:rFonts w:ascii="Corbel" w:hAnsi="Corbel"/>
              </w:rPr>
              <w:t xml:space="preserve"> a prawo niemieckie.</w:t>
            </w:r>
            <w:r w:rsidR="0042789E">
              <w:rPr>
                <w:rFonts w:ascii="Corbel" w:hAnsi="Corbel"/>
              </w:rPr>
              <w:t xml:space="preserve"> Stanowość prawa.</w:t>
            </w:r>
            <w:r w:rsidR="00DE6765">
              <w:rPr>
                <w:rFonts w:ascii="Corbel" w:hAnsi="Corbel"/>
              </w:rPr>
              <w:t xml:space="preserve"> Statuty Kazimierza Wielkiego.</w:t>
            </w:r>
          </w:p>
        </w:tc>
      </w:tr>
      <w:tr w:rsidR="0085747A" w:rsidRPr="009C54AE" w14:paraId="1CFE0C09" w14:textId="77777777" w:rsidTr="0015765D">
        <w:tc>
          <w:tcPr>
            <w:tcW w:w="9520" w:type="dxa"/>
          </w:tcPr>
          <w:p w14:paraId="3B468F8E" w14:textId="73DE62C9" w:rsidR="0085747A" w:rsidRPr="009C54AE" w:rsidRDefault="002314D6" w:rsidP="00ED5EDA">
            <w:pPr>
              <w:pStyle w:val="Akapitzlist"/>
              <w:spacing w:before="120" w:after="120" w:line="240" w:lineRule="auto"/>
              <w:ind w:left="176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Europejska kultura prawnicza doby Odrodzenia. Nurt kodyfikacyjny w Europie w XVI</w:t>
            </w:r>
            <w:r w:rsidR="00E96F35">
              <w:rPr>
                <w:rFonts w:ascii="Corbel" w:hAnsi="Corbel"/>
              </w:rPr>
              <w:t xml:space="preserve"> w. (Niemcy, Francja, Czechy, Wę</w:t>
            </w:r>
            <w:r w:rsidR="00DE6765">
              <w:rPr>
                <w:rFonts w:ascii="Corbel" w:hAnsi="Corbel"/>
              </w:rPr>
              <w:t xml:space="preserve">gry). </w:t>
            </w:r>
            <w:r w:rsidR="00DE6765" w:rsidRPr="004B5FC5">
              <w:rPr>
                <w:rFonts w:ascii="Corbel" w:hAnsi="Corbel"/>
              </w:rPr>
              <w:t>Tendencje do unifikacji i kodyfikacji</w:t>
            </w:r>
            <w:r w:rsidR="00ED5EDA">
              <w:rPr>
                <w:rFonts w:ascii="Corbel" w:hAnsi="Corbel"/>
              </w:rPr>
              <w:t xml:space="preserve"> prawa polskiego</w:t>
            </w:r>
            <w:r w:rsidR="00DE6765" w:rsidRPr="004B5FC5">
              <w:rPr>
                <w:rFonts w:ascii="Corbel" w:hAnsi="Corbel"/>
              </w:rPr>
              <w:t xml:space="preserve">. </w:t>
            </w:r>
            <w:r w:rsidRPr="004B5FC5">
              <w:rPr>
                <w:rFonts w:ascii="Corbel" w:hAnsi="Corbel"/>
              </w:rPr>
              <w:t>Nauka prawa w Polsce w XVI w.</w:t>
            </w:r>
            <w:r>
              <w:rPr>
                <w:rFonts w:ascii="Corbel" w:hAnsi="Corbel"/>
              </w:rPr>
              <w:t xml:space="preserve"> </w:t>
            </w:r>
            <w:r w:rsidR="004B5FC5">
              <w:rPr>
                <w:rFonts w:ascii="Corbel" w:hAnsi="Corbel"/>
              </w:rPr>
              <w:t xml:space="preserve">Problem recepcji prawa rzymskiego w Polsce. </w:t>
            </w:r>
            <w:r>
              <w:rPr>
                <w:rFonts w:ascii="Corbel" w:hAnsi="Corbel"/>
              </w:rPr>
              <w:t xml:space="preserve">Źródła prawa </w:t>
            </w:r>
            <w:r w:rsidR="004B5FC5">
              <w:rPr>
                <w:rFonts w:ascii="Corbel" w:hAnsi="Corbel"/>
              </w:rPr>
              <w:t xml:space="preserve">w Polsce w XVI w. </w:t>
            </w:r>
          </w:p>
        </w:tc>
      </w:tr>
      <w:tr w:rsidR="00ED5EDA" w:rsidRPr="009C54AE" w14:paraId="572A927C" w14:textId="77777777" w:rsidTr="0015765D">
        <w:tc>
          <w:tcPr>
            <w:tcW w:w="9520" w:type="dxa"/>
          </w:tcPr>
          <w:p w14:paraId="22B6BAD7" w14:textId="36315386" w:rsidR="00ED5EDA" w:rsidRPr="00ED5EDA" w:rsidRDefault="00ED5EDA" w:rsidP="00ED5EDA">
            <w:pPr>
              <w:pStyle w:val="Akapitzlist"/>
              <w:spacing w:before="120" w:after="120" w:line="240" w:lineRule="auto"/>
              <w:ind w:left="176"/>
              <w:jc w:val="both"/>
              <w:rPr>
                <w:rFonts w:ascii="Corbel" w:hAnsi="Corbel"/>
              </w:rPr>
            </w:pPr>
            <w:r w:rsidRPr="00ED5EDA">
              <w:rPr>
                <w:rFonts w:ascii="Corbel" w:hAnsi="Corbel"/>
              </w:rPr>
              <w:t xml:space="preserve">Procedura legislacyjna Sejmu Walnego oraz jej ograniczenia. Narodziny doktryny „złotej wolności”. </w:t>
            </w:r>
          </w:p>
        </w:tc>
      </w:tr>
      <w:tr w:rsidR="000321B9" w:rsidRPr="009C54AE" w14:paraId="5802637F" w14:textId="77777777" w:rsidTr="0015765D">
        <w:tc>
          <w:tcPr>
            <w:tcW w:w="9520" w:type="dxa"/>
          </w:tcPr>
          <w:p w14:paraId="6845C779" w14:textId="5BA76EB6" w:rsidR="000321B9" w:rsidRDefault="00063D93" w:rsidP="00C3582C">
            <w:pPr>
              <w:pStyle w:val="Akapitzlist"/>
              <w:spacing w:before="120" w:after="120" w:line="240" w:lineRule="auto"/>
              <w:ind w:left="176"/>
              <w:jc w:val="both"/>
              <w:rPr>
                <w:rFonts w:ascii="Corbel" w:hAnsi="Corbel"/>
              </w:rPr>
            </w:pPr>
            <w:r w:rsidRPr="00ED5EDA">
              <w:rPr>
                <w:rFonts w:ascii="Corbel" w:hAnsi="Corbel"/>
              </w:rPr>
              <w:t>Ustrój dawnych sądów</w:t>
            </w:r>
            <w:r w:rsidR="00652294">
              <w:rPr>
                <w:rFonts w:ascii="Corbel" w:hAnsi="Corbel"/>
              </w:rPr>
              <w:t xml:space="preserve"> w Polsce</w:t>
            </w:r>
            <w:r>
              <w:rPr>
                <w:rFonts w:ascii="Corbel" w:hAnsi="Corbel"/>
              </w:rPr>
              <w:t xml:space="preserve">. </w:t>
            </w:r>
            <w:r w:rsidR="000321B9">
              <w:rPr>
                <w:rFonts w:ascii="Corbel" w:hAnsi="Corbel"/>
              </w:rPr>
              <w:t xml:space="preserve">Sądy </w:t>
            </w:r>
            <w:r w:rsidR="00C3582C">
              <w:rPr>
                <w:rFonts w:ascii="Corbel" w:hAnsi="Corbel"/>
              </w:rPr>
              <w:t>szlacheckie (</w:t>
            </w:r>
            <w:r w:rsidR="000321B9">
              <w:rPr>
                <w:rFonts w:ascii="Corbel" w:hAnsi="Corbel"/>
              </w:rPr>
              <w:t xml:space="preserve">ziemskie, grodzkie, </w:t>
            </w:r>
            <w:r w:rsidR="00C3582C">
              <w:rPr>
                <w:rFonts w:ascii="Corbel" w:hAnsi="Corbel"/>
              </w:rPr>
              <w:t>podkomorskie) w Rzeczypospolitej szlacheckiej. Sądy miejskie w Rzeczypospolitej szlacheckiej. Sąd sejmowy oraz Trybunał Koronny w Rzeczypospolitej szlacheckiej. Sądy ziemiańskie.</w:t>
            </w:r>
          </w:p>
        </w:tc>
      </w:tr>
      <w:tr w:rsidR="0085747A" w:rsidRPr="009C54AE" w14:paraId="4DEBBBB3" w14:textId="77777777" w:rsidTr="0015765D">
        <w:trPr>
          <w:trHeight w:val="134"/>
        </w:trPr>
        <w:tc>
          <w:tcPr>
            <w:tcW w:w="9520" w:type="dxa"/>
          </w:tcPr>
          <w:p w14:paraId="592079C1" w14:textId="1029C7BE" w:rsidR="0085747A" w:rsidRPr="009C54AE" w:rsidRDefault="00063D93" w:rsidP="00ED5EDA">
            <w:pPr>
              <w:pStyle w:val="Akapitzlist"/>
              <w:spacing w:before="120" w:after="120" w:line="240" w:lineRule="auto"/>
              <w:ind w:left="176"/>
              <w:jc w:val="both"/>
              <w:rPr>
                <w:rFonts w:ascii="Corbel" w:hAnsi="Corbel"/>
                <w:sz w:val="24"/>
                <w:szCs w:val="24"/>
              </w:rPr>
            </w:pPr>
            <w:r w:rsidRPr="00ED5EDA">
              <w:rPr>
                <w:rFonts w:ascii="Corbel" w:hAnsi="Corbel"/>
              </w:rPr>
              <w:lastRenderedPageBreak/>
              <w:t xml:space="preserve">Rozwój prawa karnego w czasach nowożytnych. </w:t>
            </w:r>
            <w:r w:rsidR="002314D6" w:rsidRPr="00ED5EDA">
              <w:rPr>
                <w:rFonts w:ascii="Corbel" w:hAnsi="Corbel"/>
                <w:sz w:val="24"/>
                <w:szCs w:val="24"/>
              </w:rPr>
              <w:t xml:space="preserve">Odmienności polskiego prawa karnego </w:t>
            </w:r>
            <w:r w:rsidR="00652294" w:rsidRPr="00ED5EDA">
              <w:rPr>
                <w:rFonts w:ascii="Corbel" w:hAnsi="Corbel"/>
                <w:sz w:val="24"/>
                <w:szCs w:val="24"/>
              </w:rPr>
              <w:t xml:space="preserve">i procesu ziemskiego </w:t>
            </w:r>
            <w:r w:rsidR="002314D6" w:rsidRPr="00ED5EDA">
              <w:rPr>
                <w:rFonts w:ascii="Corbel" w:hAnsi="Corbel"/>
                <w:sz w:val="24"/>
                <w:szCs w:val="24"/>
              </w:rPr>
              <w:t>doby nowożytnej.</w:t>
            </w:r>
            <w:r w:rsidR="00123C78">
              <w:rPr>
                <w:rFonts w:ascii="Corbel" w:hAnsi="Corbel"/>
                <w:sz w:val="24"/>
                <w:szCs w:val="24"/>
              </w:rPr>
              <w:t xml:space="preserve"> Wyodrębnienie się procesu karnego w Europie. Proces inkwizycyjny. Odmienności procesu angielskiego w czasach nowożytnych.</w:t>
            </w:r>
          </w:p>
        </w:tc>
      </w:tr>
      <w:tr w:rsidR="00EE2A4E" w:rsidRPr="009C54AE" w14:paraId="1BBC9D5C" w14:textId="77777777" w:rsidTr="0015765D">
        <w:trPr>
          <w:trHeight w:val="142"/>
        </w:trPr>
        <w:tc>
          <w:tcPr>
            <w:tcW w:w="9520" w:type="dxa"/>
          </w:tcPr>
          <w:p w14:paraId="678CB304" w14:textId="50A083AC" w:rsidR="00EE2A4E" w:rsidRPr="009C54AE" w:rsidRDefault="00123C78" w:rsidP="00ED5EDA">
            <w:pPr>
              <w:pStyle w:val="Akapitzlist"/>
              <w:spacing w:before="120" w:after="120" w:line="240" w:lineRule="auto"/>
              <w:ind w:left="176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Własność </w:t>
            </w:r>
            <w:r w:rsidR="00ED5EDA">
              <w:rPr>
                <w:rFonts w:ascii="Corbel" w:hAnsi="Corbel"/>
                <w:sz w:val="24"/>
                <w:szCs w:val="24"/>
              </w:rPr>
              <w:t xml:space="preserve">i jej ograniczenia w </w:t>
            </w:r>
            <w:r>
              <w:rPr>
                <w:rFonts w:ascii="Corbel" w:hAnsi="Corbel"/>
                <w:sz w:val="24"/>
                <w:szCs w:val="24"/>
              </w:rPr>
              <w:t xml:space="preserve">prawie feudalnym. Pierwotne i pochodne </w:t>
            </w:r>
            <w:r w:rsidR="00F82EAA">
              <w:rPr>
                <w:rFonts w:ascii="Corbel" w:hAnsi="Corbel"/>
                <w:sz w:val="24"/>
                <w:szCs w:val="24"/>
              </w:rPr>
              <w:t>nabycie własności w dawnej Polsce. Prawo zobowiązań w dawnej Polsce.</w:t>
            </w:r>
            <w:r w:rsidR="00ED5EDA">
              <w:rPr>
                <w:rFonts w:ascii="Corbel" w:hAnsi="Corbel"/>
                <w:sz w:val="24"/>
                <w:szCs w:val="24"/>
              </w:rPr>
              <w:t xml:space="preserve"> Prawo spadkowe w dawnej Polsce. </w:t>
            </w:r>
          </w:p>
        </w:tc>
      </w:tr>
      <w:tr w:rsidR="00EE2A4E" w:rsidRPr="009C54AE" w14:paraId="10C88598" w14:textId="77777777" w:rsidTr="0015765D">
        <w:trPr>
          <w:trHeight w:val="100"/>
        </w:trPr>
        <w:tc>
          <w:tcPr>
            <w:tcW w:w="9520" w:type="dxa"/>
          </w:tcPr>
          <w:p w14:paraId="2DEDA465" w14:textId="18EB19BE" w:rsidR="00EE2A4E" w:rsidRPr="00787B7C" w:rsidRDefault="00652294" w:rsidP="00787B7C">
            <w:pPr>
              <w:pStyle w:val="Akapitzlist"/>
              <w:spacing w:before="120" w:after="120" w:line="240" w:lineRule="auto"/>
              <w:ind w:left="176"/>
              <w:jc w:val="both"/>
              <w:rPr>
                <w:rFonts w:ascii="Corbel" w:hAnsi="Corbel"/>
                <w:sz w:val="24"/>
                <w:szCs w:val="24"/>
              </w:rPr>
            </w:pPr>
            <w:r w:rsidRPr="00787B7C">
              <w:rPr>
                <w:rFonts w:ascii="Corbel" w:hAnsi="Corbel"/>
                <w:sz w:val="24"/>
                <w:szCs w:val="24"/>
              </w:rPr>
              <w:t xml:space="preserve">Wiek XVIII – wiek kodyfikacji prawa. </w:t>
            </w:r>
            <w:r w:rsidR="00AC10D3" w:rsidRPr="00787B7C">
              <w:rPr>
                <w:rFonts w:ascii="Corbel" w:hAnsi="Corbel"/>
                <w:sz w:val="24"/>
                <w:szCs w:val="24"/>
              </w:rPr>
              <w:t>Kon</w:t>
            </w:r>
            <w:r w:rsidR="00F82EAA" w:rsidRPr="00787B7C">
              <w:rPr>
                <w:rFonts w:ascii="Corbel" w:hAnsi="Corbel"/>
                <w:sz w:val="24"/>
                <w:szCs w:val="24"/>
              </w:rPr>
              <w:t xml:space="preserve">cepcja podziału władzy i jej znaczenie dla doktryny prawa sądowego. Prawo natury oraz koncepcja umowy społecznej i praw podmiotowych – ich znaczenie dla prawa sądowego. Rozgraniczenie prawa karnego materialnego i procesowego. </w:t>
            </w:r>
            <w:r w:rsidR="00923605" w:rsidRPr="00787B7C">
              <w:rPr>
                <w:rFonts w:ascii="Corbel" w:hAnsi="Corbel"/>
                <w:sz w:val="24"/>
                <w:szCs w:val="24"/>
              </w:rPr>
              <w:t xml:space="preserve">Postulaty szkoły humanitarnej w dziedzinie prawa karnego. Recepcja idei humanitarnych w Polsce. </w:t>
            </w:r>
          </w:p>
        </w:tc>
      </w:tr>
      <w:tr w:rsidR="002A2809" w:rsidRPr="009C54AE" w14:paraId="03FD4DE2" w14:textId="77777777" w:rsidTr="0015765D">
        <w:trPr>
          <w:trHeight w:val="100"/>
        </w:trPr>
        <w:tc>
          <w:tcPr>
            <w:tcW w:w="9520" w:type="dxa"/>
          </w:tcPr>
          <w:p w14:paraId="3BD20B03" w14:textId="3A647770" w:rsidR="002A2809" w:rsidRPr="00AC10D3" w:rsidRDefault="00652294" w:rsidP="00B47FE3">
            <w:pPr>
              <w:pStyle w:val="Akapitzlist"/>
              <w:spacing w:before="120" w:after="120" w:line="240" w:lineRule="auto"/>
              <w:ind w:left="176"/>
              <w:jc w:val="both"/>
              <w:rPr>
                <w:rFonts w:ascii="Corbel" w:hAnsi="Corbel"/>
                <w:sz w:val="24"/>
                <w:szCs w:val="24"/>
              </w:rPr>
            </w:pPr>
            <w:r w:rsidRPr="00B47FE3">
              <w:rPr>
                <w:rFonts w:ascii="Corbel" w:hAnsi="Corbel"/>
                <w:sz w:val="24"/>
                <w:szCs w:val="24"/>
              </w:rPr>
              <w:t>Kodyfikacje karne</w:t>
            </w:r>
            <w:r w:rsidR="00B47FE3" w:rsidRPr="00B47FE3">
              <w:rPr>
                <w:rFonts w:ascii="Corbel" w:hAnsi="Corbel"/>
                <w:sz w:val="24"/>
                <w:szCs w:val="24"/>
              </w:rPr>
              <w:t xml:space="preserve"> XVIII w</w:t>
            </w:r>
            <w:r w:rsidRPr="00B47FE3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E96F35">
              <w:rPr>
                <w:rFonts w:ascii="Corbel" w:hAnsi="Corbel"/>
                <w:sz w:val="24"/>
                <w:szCs w:val="24"/>
              </w:rPr>
              <w:t xml:space="preserve">Prawo sądowe w </w:t>
            </w:r>
            <w:r w:rsidR="00056EB2">
              <w:rPr>
                <w:rFonts w:ascii="Corbel" w:hAnsi="Corbel"/>
                <w:sz w:val="24"/>
                <w:szCs w:val="24"/>
              </w:rPr>
              <w:t>„</w:t>
            </w:r>
            <w:r w:rsidR="00E96F35">
              <w:rPr>
                <w:rFonts w:ascii="Corbel" w:hAnsi="Corbel"/>
                <w:sz w:val="24"/>
                <w:szCs w:val="24"/>
              </w:rPr>
              <w:t>Deklaracji praw człowieka i obywatela</w:t>
            </w:r>
            <w:r w:rsidR="00056EB2">
              <w:rPr>
                <w:rFonts w:ascii="Corbel" w:hAnsi="Corbel"/>
                <w:sz w:val="24"/>
                <w:szCs w:val="24"/>
              </w:rPr>
              <w:t>”</w:t>
            </w:r>
            <w:r w:rsidR="00E96F35">
              <w:rPr>
                <w:rFonts w:ascii="Corbel" w:hAnsi="Corbel"/>
                <w:sz w:val="24"/>
                <w:szCs w:val="24"/>
              </w:rPr>
              <w:t>. Projekt</w:t>
            </w:r>
            <w:r w:rsidR="00DE6765">
              <w:rPr>
                <w:rFonts w:ascii="Corbel" w:hAnsi="Corbel"/>
                <w:sz w:val="24"/>
                <w:szCs w:val="24"/>
              </w:rPr>
              <w:t>y kodeksów w Polsce</w:t>
            </w:r>
            <w:r w:rsidR="00B47FE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A2809" w:rsidRPr="009C54AE" w14:paraId="605BCC85" w14:textId="77777777" w:rsidTr="0015765D">
        <w:trPr>
          <w:trHeight w:val="100"/>
        </w:trPr>
        <w:tc>
          <w:tcPr>
            <w:tcW w:w="9520" w:type="dxa"/>
          </w:tcPr>
          <w:p w14:paraId="787CA1E5" w14:textId="3B46DC41" w:rsidR="002A2809" w:rsidRPr="00935C57" w:rsidRDefault="00935C57" w:rsidP="00B47FE3">
            <w:pPr>
              <w:pStyle w:val="Akapitzlist"/>
              <w:spacing w:before="120" w:after="120" w:line="240" w:lineRule="auto"/>
              <w:ind w:left="176"/>
              <w:jc w:val="both"/>
              <w:rPr>
                <w:rFonts w:ascii="Corbel" w:hAnsi="Corbel"/>
                <w:sz w:val="24"/>
                <w:szCs w:val="24"/>
              </w:rPr>
            </w:pPr>
            <w:r w:rsidRPr="00935C57">
              <w:rPr>
                <w:rFonts w:ascii="Corbel" w:hAnsi="Corbel"/>
                <w:sz w:val="24"/>
                <w:szCs w:val="24"/>
              </w:rPr>
              <w:t xml:space="preserve">Wielkie </w:t>
            </w:r>
            <w:r w:rsidR="00652294" w:rsidRPr="00935C57">
              <w:rPr>
                <w:rFonts w:ascii="Corbel" w:hAnsi="Corbel"/>
                <w:sz w:val="24"/>
                <w:szCs w:val="24"/>
              </w:rPr>
              <w:t>Kodyfikacje cywilne.</w:t>
            </w:r>
            <w:r w:rsidR="00652294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Kodeks cywilny Napoleona, </w:t>
            </w:r>
            <w:r w:rsidR="00E96F35">
              <w:rPr>
                <w:rFonts w:ascii="Corbel" w:hAnsi="Corbel"/>
                <w:sz w:val="24"/>
                <w:szCs w:val="24"/>
              </w:rPr>
              <w:t xml:space="preserve">ABGB, BGB </w:t>
            </w:r>
            <w:r w:rsidR="006A0E34">
              <w:rPr>
                <w:rFonts w:ascii="Corbel" w:hAnsi="Corbel"/>
                <w:sz w:val="24"/>
                <w:szCs w:val="24"/>
              </w:rPr>
              <w:t xml:space="preserve">ZGB </w:t>
            </w: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E96F35">
              <w:rPr>
                <w:rFonts w:ascii="Corbel" w:hAnsi="Corbel"/>
                <w:sz w:val="24"/>
                <w:szCs w:val="24"/>
              </w:rPr>
              <w:t>geneza, charakterystyka, znaczenie. Zasady ogólne prawa cywilnego XIX-wiecznego p</w:t>
            </w:r>
            <w:r w:rsidR="00056EB2">
              <w:rPr>
                <w:rFonts w:ascii="Corbel" w:hAnsi="Corbel"/>
                <w:sz w:val="24"/>
                <w:szCs w:val="24"/>
              </w:rPr>
              <w:t>aństwa</w:t>
            </w:r>
            <w:r w:rsidR="00E96F35">
              <w:rPr>
                <w:rFonts w:ascii="Corbel" w:hAnsi="Corbel"/>
                <w:sz w:val="24"/>
                <w:szCs w:val="24"/>
              </w:rPr>
              <w:t xml:space="preserve"> </w:t>
            </w:r>
            <w:r w:rsidR="00056EB2">
              <w:rPr>
                <w:rFonts w:ascii="Corbel" w:hAnsi="Corbel"/>
                <w:sz w:val="24"/>
                <w:szCs w:val="24"/>
              </w:rPr>
              <w:t xml:space="preserve">liberalnego i ich realizacja w kodeksach. Reformy prawa cywilnego w Królestwie Polskim. 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935C57" w:rsidRPr="009C54AE" w14:paraId="451EE4DE" w14:textId="77777777" w:rsidTr="0015765D">
        <w:trPr>
          <w:trHeight w:val="100"/>
        </w:trPr>
        <w:tc>
          <w:tcPr>
            <w:tcW w:w="9520" w:type="dxa"/>
          </w:tcPr>
          <w:p w14:paraId="13447A92" w14:textId="3A1BF7B8" w:rsidR="00935C57" w:rsidRPr="00B47FE3" w:rsidRDefault="00935C57" w:rsidP="00056EB2">
            <w:pPr>
              <w:pStyle w:val="Akapitzlist"/>
              <w:spacing w:before="120" w:after="120" w:line="240" w:lineRule="auto"/>
              <w:ind w:left="176"/>
              <w:jc w:val="both"/>
              <w:rPr>
                <w:rFonts w:ascii="Corbel" w:hAnsi="Corbel"/>
                <w:sz w:val="24"/>
                <w:szCs w:val="24"/>
              </w:rPr>
            </w:pPr>
            <w:r w:rsidRPr="00B47FE3">
              <w:rPr>
                <w:rFonts w:ascii="Corbel" w:hAnsi="Corbel"/>
                <w:sz w:val="24"/>
                <w:szCs w:val="24"/>
              </w:rPr>
              <w:t>Prawo osobowe w XIX wieku. Prawo małżeńskie w XIX wieku – modele rozwiązań.</w:t>
            </w:r>
          </w:p>
        </w:tc>
      </w:tr>
      <w:tr w:rsidR="002A2809" w:rsidRPr="009C54AE" w14:paraId="548F2A49" w14:textId="77777777" w:rsidTr="0015765D">
        <w:trPr>
          <w:trHeight w:val="100"/>
        </w:trPr>
        <w:tc>
          <w:tcPr>
            <w:tcW w:w="9520" w:type="dxa"/>
          </w:tcPr>
          <w:p w14:paraId="76CA93A5" w14:textId="14393AC1" w:rsidR="002A2809" w:rsidRPr="00AC10D3" w:rsidRDefault="00056EB2" w:rsidP="007F1B21">
            <w:pPr>
              <w:pStyle w:val="Akapitzlist"/>
              <w:spacing w:before="120" w:after="120" w:line="240" w:lineRule="auto"/>
              <w:ind w:left="176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Ustawodawstwo karne i praktyka rewolucyjna we Francji 1791-1795. Francuski kodeks karny z 1810 r. </w:t>
            </w:r>
            <w:r w:rsidR="007F1B21">
              <w:rPr>
                <w:rFonts w:ascii="Corbel" w:hAnsi="Corbel"/>
                <w:sz w:val="24"/>
                <w:szCs w:val="24"/>
              </w:rPr>
              <w:t xml:space="preserve">Prawo karne Królestwa Polskiego. </w:t>
            </w:r>
            <w:r>
              <w:rPr>
                <w:rFonts w:ascii="Corbel" w:hAnsi="Corbel"/>
                <w:sz w:val="24"/>
                <w:szCs w:val="24"/>
              </w:rPr>
              <w:t xml:space="preserve">Kodeks kar głównych i poprawczych. </w:t>
            </w:r>
            <w:r w:rsidR="007F1B21">
              <w:rPr>
                <w:rFonts w:ascii="Corbel" w:hAnsi="Corbel"/>
                <w:sz w:val="24"/>
                <w:szCs w:val="24"/>
              </w:rPr>
              <w:t xml:space="preserve">Proces mieszany w XIX w. Francuska procedura karna z 1808 r. </w:t>
            </w:r>
            <w:r>
              <w:rPr>
                <w:rFonts w:ascii="Corbel" w:hAnsi="Corbel"/>
                <w:sz w:val="24"/>
                <w:szCs w:val="24"/>
              </w:rPr>
              <w:t xml:space="preserve">Rosyjska procedura karna w XIX w. </w:t>
            </w:r>
            <w:r w:rsidR="000321B9">
              <w:rPr>
                <w:rFonts w:ascii="Corbel" w:hAnsi="Corbel"/>
                <w:sz w:val="24"/>
                <w:szCs w:val="24"/>
              </w:rPr>
              <w:t>Proces angielski w XIX</w:t>
            </w:r>
            <w:r w:rsidR="007F1B21">
              <w:rPr>
                <w:rFonts w:ascii="Corbel" w:hAnsi="Corbel"/>
                <w:sz w:val="24"/>
                <w:szCs w:val="24"/>
              </w:rPr>
              <w:t xml:space="preserve"> w. Czynnik obywatelski w wymiarze sprawiedliwości w XIX w</w:t>
            </w:r>
            <w:r w:rsidR="000321B9">
              <w:rPr>
                <w:rFonts w:ascii="Corbel" w:hAnsi="Corbel"/>
                <w:sz w:val="24"/>
                <w:szCs w:val="24"/>
              </w:rPr>
              <w:t>.</w:t>
            </w:r>
            <w:r w:rsidR="00DE676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2A2809" w:rsidRPr="009C54AE" w14:paraId="5D016BF3" w14:textId="77777777" w:rsidTr="0015765D">
        <w:trPr>
          <w:trHeight w:val="100"/>
        </w:trPr>
        <w:tc>
          <w:tcPr>
            <w:tcW w:w="9520" w:type="dxa"/>
          </w:tcPr>
          <w:p w14:paraId="66DA3A74" w14:textId="51989E3A" w:rsidR="002A2809" w:rsidRPr="00AC10D3" w:rsidRDefault="00C3582C" w:rsidP="00C3582C">
            <w:pPr>
              <w:pStyle w:val="Akapitzlist"/>
              <w:spacing w:before="120" w:after="120" w:line="240" w:lineRule="auto"/>
              <w:ind w:left="176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Szkoła historyczna w prawoznawstwie. Pozytywizm prawniczy. Jurysprudencja interesów oraz szkoła wolnego prawa. Szkoła socjologiczna, szkoła antropologiczna, szkoła klasyczna w prawie karnym.</w:t>
            </w:r>
          </w:p>
        </w:tc>
      </w:tr>
      <w:tr w:rsidR="002A2809" w:rsidRPr="009C54AE" w14:paraId="5D3E2A9C" w14:textId="77777777" w:rsidTr="0015765D">
        <w:trPr>
          <w:trHeight w:val="100"/>
        </w:trPr>
        <w:tc>
          <w:tcPr>
            <w:tcW w:w="9520" w:type="dxa"/>
          </w:tcPr>
          <w:p w14:paraId="35B78A37" w14:textId="7462DCC5" w:rsidR="002A2809" w:rsidRPr="00AC10D3" w:rsidRDefault="00E3477A" w:rsidP="00A90BFC">
            <w:pPr>
              <w:pStyle w:val="Akapitzlist"/>
              <w:spacing w:before="120" w:after="120" w:line="240" w:lineRule="auto"/>
              <w:ind w:left="176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Unifikacja i kodyfikacja prawa w II Rzeczypospolitej. </w:t>
            </w:r>
            <w:r w:rsidR="00D136E9">
              <w:rPr>
                <w:rFonts w:ascii="Corbel" w:hAnsi="Corbel"/>
                <w:sz w:val="24"/>
                <w:szCs w:val="24"/>
              </w:rPr>
              <w:t>Organizacja sądownictwa w II R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="00A739AD">
              <w:rPr>
                <w:rFonts w:ascii="Corbel" w:hAnsi="Corbel"/>
                <w:sz w:val="24"/>
                <w:szCs w:val="24"/>
              </w:rPr>
              <w:t>. Prawo karne</w:t>
            </w:r>
            <w:r>
              <w:rPr>
                <w:rFonts w:ascii="Corbel" w:hAnsi="Corbel"/>
                <w:sz w:val="24"/>
                <w:szCs w:val="24"/>
              </w:rPr>
              <w:t xml:space="preserve"> i postępowanie karne</w:t>
            </w:r>
            <w:r w:rsidR="00A739AD">
              <w:rPr>
                <w:rFonts w:ascii="Corbel" w:hAnsi="Corbel"/>
                <w:sz w:val="24"/>
                <w:szCs w:val="24"/>
              </w:rPr>
              <w:t xml:space="preserve">. Prawo cywilne, prawo małżeńskie i próba jego kodyfikacji. </w:t>
            </w:r>
            <w:r>
              <w:rPr>
                <w:rFonts w:ascii="Corbel" w:hAnsi="Corbel"/>
                <w:sz w:val="24"/>
                <w:szCs w:val="24"/>
              </w:rPr>
              <w:t xml:space="preserve">Postępowanie cywilne. </w:t>
            </w:r>
            <w:r w:rsidR="00A739AD">
              <w:rPr>
                <w:rFonts w:ascii="Corbel" w:hAnsi="Corbel"/>
                <w:sz w:val="24"/>
                <w:szCs w:val="24"/>
              </w:rPr>
              <w:t xml:space="preserve">Prawo pracy. Kodeks handlowy, kodeks zobowiązań. </w:t>
            </w:r>
          </w:p>
        </w:tc>
      </w:tr>
      <w:tr w:rsidR="002A2809" w:rsidRPr="009C54AE" w14:paraId="2822D38B" w14:textId="77777777" w:rsidTr="0015765D">
        <w:trPr>
          <w:trHeight w:val="100"/>
        </w:trPr>
        <w:tc>
          <w:tcPr>
            <w:tcW w:w="9520" w:type="dxa"/>
          </w:tcPr>
          <w:p w14:paraId="483804F4" w14:textId="457448A1" w:rsidR="002A2809" w:rsidRPr="00AC10D3" w:rsidRDefault="00E3477A" w:rsidP="00D23C4C">
            <w:pPr>
              <w:pStyle w:val="Akapitzlist"/>
              <w:spacing w:before="120" w:after="120" w:line="240" w:lineRule="auto"/>
              <w:ind w:left="176"/>
              <w:jc w:val="both"/>
              <w:rPr>
                <w:rFonts w:ascii="Corbel" w:hAnsi="Corbel"/>
                <w:sz w:val="24"/>
                <w:szCs w:val="24"/>
              </w:rPr>
            </w:pPr>
            <w:r w:rsidRPr="00A90BFC">
              <w:rPr>
                <w:rFonts w:ascii="Corbel" w:hAnsi="Corbel"/>
                <w:sz w:val="24"/>
                <w:szCs w:val="24"/>
              </w:rPr>
              <w:t>Prawo państw totalitarnych. Sądownictwo na ziemiach okupowanych</w:t>
            </w:r>
            <w:r w:rsidRPr="00E3477A">
              <w:rPr>
                <w:rFonts w:ascii="Corbel" w:hAnsi="Corbel"/>
                <w:b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D23C4C">
              <w:rPr>
                <w:rFonts w:ascii="Corbel" w:hAnsi="Corbel"/>
                <w:sz w:val="24"/>
                <w:szCs w:val="24"/>
              </w:rPr>
              <w:t xml:space="preserve">Sądy polskie w Generalnym Gubernatorstwie. Sądy i prawo Polskiego Państwa Podziemnego.  </w:t>
            </w:r>
          </w:p>
        </w:tc>
      </w:tr>
      <w:tr w:rsidR="002A2809" w:rsidRPr="009C54AE" w14:paraId="1E86EE67" w14:textId="77777777" w:rsidTr="0015765D">
        <w:trPr>
          <w:trHeight w:val="100"/>
        </w:trPr>
        <w:tc>
          <w:tcPr>
            <w:tcW w:w="9520" w:type="dxa"/>
          </w:tcPr>
          <w:p w14:paraId="1812A66A" w14:textId="39772A4C" w:rsidR="002A2809" w:rsidRPr="00AC10D3" w:rsidRDefault="00D23C4C" w:rsidP="00A90BFC">
            <w:pPr>
              <w:pStyle w:val="Akapitzlist"/>
              <w:spacing w:before="120" w:after="120" w:line="240" w:lineRule="auto"/>
              <w:ind w:left="176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Ustrój sądów powszechnych w Polsce Ludowej. Sądy tajne. Sądy szczególne</w:t>
            </w:r>
            <w:r w:rsidR="00A90BFC">
              <w:rPr>
                <w:rFonts w:ascii="Corbel" w:hAnsi="Corbel"/>
                <w:sz w:val="24"/>
                <w:szCs w:val="24"/>
              </w:rPr>
              <w:t xml:space="preserve">. </w:t>
            </w:r>
            <w:r>
              <w:rPr>
                <w:rFonts w:ascii="Corbel" w:hAnsi="Corbel"/>
                <w:sz w:val="24"/>
                <w:szCs w:val="24"/>
              </w:rPr>
              <w:t xml:space="preserve">Pozasądowe instytucje orzekające. </w:t>
            </w:r>
            <w:r w:rsidR="00A90BFC">
              <w:rPr>
                <w:rFonts w:ascii="Corbel" w:hAnsi="Corbel"/>
                <w:sz w:val="24"/>
                <w:szCs w:val="24"/>
              </w:rPr>
              <w:t>Prawo i sądownictwo</w:t>
            </w:r>
            <w:r w:rsidR="003E29C5">
              <w:rPr>
                <w:rFonts w:ascii="Corbel" w:hAnsi="Corbel"/>
                <w:sz w:val="24"/>
                <w:szCs w:val="24"/>
              </w:rPr>
              <w:t xml:space="preserve"> wojskowe</w:t>
            </w:r>
            <w:r w:rsidR="00A90BFC">
              <w:rPr>
                <w:rFonts w:ascii="Corbel" w:hAnsi="Corbel"/>
                <w:sz w:val="24"/>
                <w:szCs w:val="24"/>
              </w:rPr>
              <w:t xml:space="preserve">. </w:t>
            </w:r>
            <w:r w:rsidR="003E29C5">
              <w:rPr>
                <w:rFonts w:ascii="Corbel" w:hAnsi="Corbel"/>
                <w:sz w:val="24"/>
                <w:szCs w:val="24"/>
              </w:rPr>
              <w:t>Dekrety PKWN dot. prawa sądowego. Śledztwa i dochodzenia w Polsce Ludowej.</w:t>
            </w:r>
            <w:r w:rsidR="0015765D">
              <w:rPr>
                <w:rFonts w:ascii="Corbel" w:hAnsi="Corbel"/>
                <w:sz w:val="24"/>
                <w:szCs w:val="24"/>
              </w:rPr>
              <w:t xml:space="preserve"> Reforma prawa karnego procesowego 1949-1950. Unifikacja prawa cywilnego po II wojnie światowej.</w:t>
            </w:r>
          </w:p>
        </w:tc>
      </w:tr>
    </w:tbl>
    <w:p w14:paraId="77B9D5F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22A7A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A38D9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2D3CCAE" w14:textId="0ED01DD0" w:rsidR="00E47F44" w:rsidRPr="00E47F44" w:rsidRDefault="00E47F44" w:rsidP="0034717D">
      <w:pPr>
        <w:pStyle w:val="Punktygwne"/>
        <w:tabs>
          <w:tab w:val="left" w:pos="284"/>
        </w:tabs>
        <w:spacing w:before="120" w:after="0"/>
        <w:jc w:val="both"/>
        <w:rPr>
          <w:rFonts w:ascii="Corbel" w:hAnsi="Corbel"/>
          <w:b w:val="0"/>
          <w:smallCaps w:val="0"/>
          <w:szCs w:val="24"/>
        </w:rPr>
      </w:pPr>
      <w:r w:rsidRPr="0034717D">
        <w:rPr>
          <w:rFonts w:ascii="Corbel" w:hAnsi="Corbel"/>
          <w:b w:val="0"/>
          <w:smallCaps w:val="0"/>
          <w:szCs w:val="24"/>
          <w:u w:val="single"/>
        </w:rPr>
        <w:t>Wykłady</w:t>
      </w:r>
      <w:r w:rsidRPr="00E47F44">
        <w:rPr>
          <w:rFonts w:ascii="Corbel" w:hAnsi="Corbel"/>
          <w:b w:val="0"/>
          <w:smallCaps w:val="0"/>
          <w:szCs w:val="24"/>
        </w:rPr>
        <w:t xml:space="preserve"> - wykład informacyjny z elementami wykładu problemowego</w:t>
      </w:r>
      <w:r w:rsidR="000557E1">
        <w:rPr>
          <w:rFonts w:ascii="Corbel" w:hAnsi="Corbel"/>
          <w:b w:val="0"/>
          <w:smallCaps w:val="0"/>
          <w:szCs w:val="24"/>
        </w:rPr>
        <w:t>, wykład z prezentacją multimedialną</w:t>
      </w:r>
      <w:r w:rsidR="005A1D90">
        <w:rPr>
          <w:rFonts w:ascii="Corbel" w:hAnsi="Corbel"/>
          <w:b w:val="0"/>
          <w:smallCaps w:val="0"/>
          <w:szCs w:val="24"/>
        </w:rPr>
        <w:t>.</w:t>
      </w:r>
    </w:p>
    <w:p w14:paraId="2412456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BFD53D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08532C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0F9921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1669D8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8B612B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41"/>
        <w:gridCol w:w="2118"/>
      </w:tblGrid>
      <w:tr w:rsidR="0085747A" w:rsidRPr="009C54AE" w14:paraId="0939BC4E" w14:textId="77777777" w:rsidTr="00F70DDE">
        <w:tc>
          <w:tcPr>
            <w:tcW w:w="1961" w:type="dxa"/>
            <w:vAlign w:val="center"/>
          </w:tcPr>
          <w:p w14:paraId="1BF8EC0C" w14:textId="77777777" w:rsidR="0085747A" w:rsidRPr="00C858F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C858F4">
              <w:rPr>
                <w:rFonts w:ascii="Corbel" w:hAnsi="Corbel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7843B9C" w14:textId="77777777" w:rsidR="0085747A" w:rsidRPr="00C858F4" w:rsidRDefault="00090B12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color w:val="000000"/>
                <w:szCs w:val="24"/>
              </w:rPr>
            </w:pPr>
            <w:r w:rsidRPr="00C858F4">
              <w:rPr>
                <w:rFonts w:ascii="Corbel" w:hAnsi="Corbel"/>
                <w:smallCaps w:val="0"/>
                <w:color w:val="000000"/>
                <w:szCs w:val="24"/>
              </w:rPr>
              <w:t>Metody oceny efektów uczenia się</w:t>
            </w:r>
          </w:p>
          <w:p w14:paraId="66EFB2CD" w14:textId="77777777" w:rsidR="0085747A" w:rsidRPr="00C858F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C858F4">
              <w:rPr>
                <w:rFonts w:ascii="Corbel" w:hAnsi="Corbel"/>
                <w:smallCaps w:val="0"/>
                <w:color w:val="000000"/>
                <w:szCs w:val="24"/>
              </w:rPr>
              <w:t>(</w:t>
            </w:r>
            <w:r w:rsidR="0085747A" w:rsidRPr="00C858F4">
              <w:rPr>
                <w:rFonts w:ascii="Corbel" w:hAnsi="Corbel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8" w:type="dxa"/>
            <w:vAlign w:val="center"/>
          </w:tcPr>
          <w:p w14:paraId="14AB483A" w14:textId="77777777" w:rsidR="00923D7D" w:rsidRPr="00C858F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C858F4">
              <w:rPr>
                <w:rFonts w:ascii="Corbel" w:hAnsi="Corbel"/>
                <w:smallCaps w:val="0"/>
                <w:szCs w:val="24"/>
              </w:rPr>
              <w:t xml:space="preserve">Forma zajęć dydaktycznych </w:t>
            </w:r>
          </w:p>
          <w:p w14:paraId="09FEA62D" w14:textId="77777777" w:rsidR="0085747A" w:rsidRPr="00C858F4" w:rsidRDefault="004B5B06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(w, ćw.</w:t>
            </w:r>
            <w:r w:rsidR="0085747A" w:rsidRPr="00C858F4">
              <w:rPr>
                <w:rFonts w:ascii="Corbel" w:hAnsi="Corbel"/>
                <w:smallCaps w:val="0"/>
                <w:szCs w:val="24"/>
              </w:rPr>
              <w:t>)</w:t>
            </w:r>
          </w:p>
        </w:tc>
      </w:tr>
      <w:tr w:rsidR="0085747A" w:rsidRPr="009C54AE" w14:paraId="5A7E477A" w14:textId="77777777" w:rsidTr="00F70DDE">
        <w:tc>
          <w:tcPr>
            <w:tcW w:w="1961" w:type="dxa"/>
          </w:tcPr>
          <w:p w14:paraId="06F9B968" w14:textId="77777777" w:rsidR="0085747A" w:rsidRPr="00090B12" w:rsidRDefault="0047779A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090B12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06111932" w14:textId="629E781A" w:rsidR="00D24278" w:rsidRPr="00D24278" w:rsidRDefault="005E001B" w:rsidP="00F70DDE">
            <w:pPr>
              <w:pStyle w:val="Punktygwne"/>
              <w:spacing w:before="0" w:after="0"/>
              <w:ind w:left="9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</w:t>
            </w:r>
            <w:r w:rsidR="00D24278"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egzamin w formie testu z odpowiedziami </w:t>
            </w:r>
          </w:p>
          <w:p w14:paraId="5900449E" w14:textId="77777777" w:rsidR="00D24278" w:rsidRPr="00D24278" w:rsidRDefault="00D24278" w:rsidP="00F70DDE">
            <w:pPr>
              <w:pStyle w:val="Punktygwne"/>
              <w:spacing w:before="0" w:after="0"/>
              <w:ind w:left="9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   wielokrotnego wyboru (w zakresie określonym w </w:t>
            </w:r>
          </w:p>
          <w:p w14:paraId="7A5536BD" w14:textId="4E8BC201" w:rsidR="0085747A" w:rsidRPr="00CB4C4A" w:rsidRDefault="00D24278" w:rsidP="00F70DDE">
            <w:pPr>
              <w:pStyle w:val="Punktygwne"/>
              <w:spacing w:before="0" w:after="0"/>
              <w:ind w:left="9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   ramach efektów </w:t>
            </w:r>
            <w:r w:rsidR="00F70DDE">
              <w:rPr>
                <w:rFonts w:ascii="Corbel" w:hAnsi="Corbel"/>
                <w:b w:val="0"/>
                <w:smallCaps w:val="0"/>
                <w:szCs w:val="24"/>
              </w:rPr>
              <w:t>uczenia się)</w:t>
            </w:r>
          </w:p>
        </w:tc>
        <w:tc>
          <w:tcPr>
            <w:tcW w:w="2118" w:type="dxa"/>
          </w:tcPr>
          <w:p w14:paraId="3221EC98" w14:textId="27EA008E" w:rsidR="0085747A" w:rsidRPr="00CB4C4A" w:rsidRDefault="00F70DDE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W. </w:t>
            </w:r>
          </w:p>
        </w:tc>
      </w:tr>
      <w:tr w:rsidR="00F70DDE" w:rsidRPr="009C54AE" w14:paraId="41E8A686" w14:textId="77777777" w:rsidTr="00F70DDE">
        <w:trPr>
          <w:trHeight w:val="184"/>
        </w:trPr>
        <w:tc>
          <w:tcPr>
            <w:tcW w:w="1961" w:type="dxa"/>
          </w:tcPr>
          <w:p w14:paraId="3988FF5E" w14:textId="77777777" w:rsidR="00F70DDE" w:rsidRPr="009C54AE" w:rsidRDefault="00F70DDE" w:rsidP="00F70DDE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4A87EE48" w14:textId="77777777" w:rsidR="00F70DDE" w:rsidRPr="00D24278" w:rsidRDefault="00F70DDE" w:rsidP="00F70DDE">
            <w:pPr>
              <w:pStyle w:val="Punktygwne"/>
              <w:spacing w:before="0" w:after="0"/>
              <w:ind w:left="90" w:firstLine="1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egzamin w formie testu z odpowiedziami </w:t>
            </w:r>
          </w:p>
          <w:p w14:paraId="5BCD2010" w14:textId="77777777" w:rsidR="00F70DDE" w:rsidRPr="00D24278" w:rsidRDefault="00F70DDE" w:rsidP="00F70DDE">
            <w:pPr>
              <w:pStyle w:val="Punktygwne"/>
              <w:spacing w:before="0" w:after="0"/>
              <w:ind w:left="9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   wielokrotnego wyboru (w zakresie określonym w </w:t>
            </w:r>
          </w:p>
          <w:p w14:paraId="0CD5DAD7" w14:textId="6753F2D5" w:rsidR="00F70DDE" w:rsidRPr="00CB4C4A" w:rsidRDefault="00F70DDE" w:rsidP="00F70DDE">
            <w:pPr>
              <w:pStyle w:val="Punktygwne"/>
              <w:spacing w:before="0" w:after="0"/>
              <w:ind w:left="9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   ramach efektów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się)</w:t>
            </w:r>
          </w:p>
        </w:tc>
        <w:tc>
          <w:tcPr>
            <w:tcW w:w="2118" w:type="dxa"/>
          </w:tcPr>
          <w:p w14:paraId="03392261" w14:textId="6B5861B5" w:rsidR="00F70DDE" w:rsidRPr="009C54AE" w:rsidRDefault="00F70DDE" w:rsidP="00F70DDE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 w:rsidRPr="00E77E94">
              <w:rPr>
                <w:rFonts w:ascii="Corbel" w:hAnsi="Corbel"/>
                <w:b w:val="0"/>
                <w:smallCaps w:val="0"/>
                <w:szCs w:val="24"/>
              </w:rPr>
              <w:t xml:space="preserve">W. </w:t>
            </w:r>
          </w:p>
        </w:tc>
      </w:tr>
      <w:tr w:rsidR="00F70DDE" w:rsidRPr="009C54AE" w14:paraId="6394C678" w14:textId="77777777" w:rsidTr="00F70DDE">
        <w:trPr>
          <w:trHeight w:val="125"/>
        </w:trPr>
        <w:tc>
          <w:tcPr>
            <w:tcW w:w="1961" w:type="dxa"/>
          </w:tcPr>
          <w:p w14:paraId="154940DF" w14:textId="77777777" w:rsidR="00F70DDE" w:rsidRPr="009C54AE" w:rsidRDefault="00F70DDE" w:rsidP="00F70DDE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7C167420" w14:textId="77777777" w:rsidR="00F70DDE" w:rsidRPr="00D24278" w:rsidRDefault="00F70DDE" w:rsidP="00F70DDE">
            <w:pPr>
              <w:pStyle w:val="Punktygwne"/>
              <w:spacing w:before="0" w:after="0"/>
              <w:ind w:left="90" w:firstLine="1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egzamin w formie testu z odpowiedziami </w:t>
            </w:r>
          </w:p>
          <w:p w14:paraId="0471E62B" w14:textId="77777777" w:rsidR="00F70DDE" w:rsidRPr="00D24278" w:rsidRDefault="00F70DDE" w:rsidP="00F70DDE">
            <w:pPr>
              <w:pStyle w:val="Punktygwne"/>
              <w:spacing w:before="0" w:after="0"/>
              <w:ind w:left="9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   wielokrotnego wyboru (w zakresie określonym w </w:t>
            </w:r>
          </w:p>
          <w:p w14:paraId="388D33EF" w14:textId="2097B173" w:rsidR="00F70DDE" w:rsidRPr="00CB4C4A" w:rsidRDefault="00F70DDE" w:rsidP="00F70DDE">
            <w:pPr>
              <w:pStyle w:val="Punktygwne"/>
              <w:spacing w:before="0" w:after="0"/>
              <w:ind w:left="9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   ramach efektów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się)</w:t>
            </w:r>
          </w:p>
        </w:tc>
        <w:tc>
          <w:tcPr>
            <w:tcW w:w="2118" w:type="dxa"/>
          </w:tcPr>
          <w:p w14:paraId="1C0E16FE" w14:textId="5390FE10" w:rsidR="00F70DDE" w:rsidRPr="009C54AE" w:rsidRDefault="00F70DDE" w:rsidP="00F70DDE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 w:rsidRPr="00E77E94">
              <w:rPr>
                <w:rFonts w:ascii="Corbel" w:hAnsi="Corbel"/>
                <w:b w:val="0"/>
                <w:smallCaps w:val="0"/>
                <w:szCs w:val="24"/>
              </w:rPr>
              <w:t xml:space="preserve">W. </w:t>
            </w:r>
          </w:p>
        </w:tc>
      </w:tr>
      <w:tr w:rsidR="00F70DDE" w:rsidRPr="009C54AE" w14:paraId="07830858" w14:textId="77777777" w:rsidTr="00F70DDE">
        <w:trPr>
          <w:trHeight w:val="167"/>
        </w:trPr>
        <w:tc>
          <w:tcPr>
            <w:tcW w:w="1961" w:type="dxa"/>
          </w:tcPr>
          <w:p w14:paraId="5D8ECC46" w14:textId="77777777" w:rsidR="00F70DDE" w:rsidRPr="009C54AE" w:rsidRDefault="00F70DDE" w:rsidP="00F70DDE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767F5A99" w14:textId="77777777" w:rsidR="00F70DDE" w:rsidRPr="00D24278" w:rsidRDefault="00F70DDE" w:rsidP="00F70DDE">
            <w:pPr>
              <w:pStyle w:val="Punktygwne"/>
              <w:spacing w:before="0" w:after="0"/>
              <w:ind w:left="90" w:firstLine="1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egzamin w formie testu z odpowiedziami </w:t>
            </w:r>
          </w:p>
          <w:p w14:paraId="0EC386E9" w14:textId="77777777" w:rsidR="00F70DDE" w:rsidRPr="00D24278" w:rsidRDefault="00F70DDE" w:rsidP="00F70DDE">
            <w:pPr>
              <w:pStyle w:val="Punktygwne"/>
              <w:spacing w:before="0" w:after="0"/>
              <w:ind w:left="9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   wielokrotnego wyboru (w zakresie określonym w </w:t>
            </w:r>
          </w:p>
          <w:p w14:paraId="0E06CADD" w14:textId="7E1B5EB3" w:rsidR="00F70DDE" w:rsidRPr="00CB4C4A" w:rsidRDefault="00F70DDE" w:rsidP="00F70DDE">
            <w:pPr>
              <w:pStyle w:val="Punktygwne"/>
              <w:spacing w:before="0" w:after="0"/>
              <w:ind w:left="9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   ramach efektów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się)</w:t>
            </w:r>
          </w:p>
        </w:tc>
        <w:tc>
          <w:tcPr>
            <w:tcW w:w="2118" w:type="dxa"/>
          </w:tcPr>
          <w:p w14:paraId="35A1493A" w14:textId="5CDA4FAD" w:rsidR="00F70DDE" w:rsidRPr="009C54AE" w:rsidRDefault="00F70DDE" w:rsidP="00F70DDE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 w:rsidRPr="00E77E94">
              <w:rPr>
                <w:rFonts w:ascii="Corbel" w:hAnsi="Corbel"/>
                <w:b w:val="0"/>
                <w:smallCaps w:val="0"/>
                <w:szCs w:val="24"/>
              </w:rPr>
              <w:t xml:space="preserve">W. </w:t>
            </w:r>
          </w:p>
        </w:tc>
      </w:tr>
      <w:tr w:rsidR="00F70DDE" w:rsidRPr="009C54AE" w14:paraId="11EA294A" w14:textId="77777777" w:rsidTr="00F70DDE">
        <w:trPr>
          <w:trHeight w:val="125"/>
        </w:trPr>
        <w:tc>
          <w:tcPr>
            <w:tcW w:w="1961" w:type="dxa"/>
          </w:tcPr>
          <w:p w14:paraId="48E3DC61" w14:textId="77777777" w:rsidR="00F70DDE" w:rsidRPr="009C54AE" w:rsidRDefault="00F70DDE" w:rsidP="00F70DDE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7B0CF2DC" w14:textId="77777777" w:rsidR="00F70DDE" w:rsidRPr="00D24278" w:rsidRDefault="00F70DDE" w:rsidP="00F70DDE">
            <w:pPr>
              <w:pStyle w:val="Punktygwne"/>
              <w:spacing w:before="0" w:after="0"/>
              <w:ind w:left="90" w:firstLine="1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egzamin w formie testu z odpowiedziami </w:t>
            </w:r>
          </w:p>
          <w:p w14:paraId="3ACDC940" w14:textId="77777777" w:rsidR="00F70DDE" w:rsidRPr="00D24278" w:rsidRDefault="00F70DDE" w:rsidP="00F70DDE">
            <w:pPr>
              <w:pStyle w:val="Punktygwne"/>
              <w:spacing w:before="0" w:after="0"/>
              <w:ind w:left="9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   wielokrotnego wyboru (w zakresie określonym w </w:t>
            </w:r>
          </w:p>
          <w:p w14:paraId="7A666628" w14:textId="03AE6250" w:rsidR="00F70DDE" w:rsidRPr="00CB4C4A" w:rsidRDefault="00F70DDE" w:rsidP="00F70DDE">
            <w:pPr>
              <w:pStyle w:val="Punktygwne"/>
              <w:spacing w:before="0" w:after="0"/>
              <w:ind w:left="9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   ramach efektów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się)</w:t>
            </w:r>
          </w:p>
        </w:tc>
        <w:tc>
          <w:tcPr>
            <w:tcW w:w="2118" w:type="dxa"/>
          </w:tcPr>
          <w:p w14:paraId="456A1666" w14:textId="3FD1D5CC" w:rsidR="00F70DDE" w:rsidRPr="009C54AE" w:rsidRDefault="00F70DDE" w:rsidP="00F70DDE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 w:rsidRPr="00E77E94">
              <w:rPr>
                <w:rFonts w:ascii="Corbel" w:hAnsi="Corbel"/>
                <w:b w:val="0"/>
                <w:smallCaps w:val="0"/>
                <w:szCs w:val="24"/>
              </w:rPr>
              <w:t xml:space="preserve">W. </w:t>
            </w:r>
          </w:p>
        </w:tc>
      </w:tr>
      <w:tr w:rsidR="00F70DDE" w:rsidRPr="009C54AE" w14:paraId="08A73295" w14:textId="77777777" w:rsidTr="00F70DDE">
        <w:trPr>
          <w:trHeight w:val="125"/>
        </w:trPr>
        <w:tc>
          <w:tcPr>
            <w:tcW w:w="1961" w:type="dxa"/>
          </w:tcPr>
          <w:p w14:paraId="5F3EB461" w14:textId="77777777" w:rsidR="00F70DDE" w:rsidRPr="009C54AE" w:rsidRDefault="00F70DDE" w:rsidP="00F70DDE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</w:tcPr>
          <w:p w14:paraId="53FE442B" w14:textId="77777777" w:rsidR="00F70DDE" w:rsidRPr="00D24278" w:rsidRDefault="00F70DDE" w:rsidP="00F70DDE">
            <w:pPr>
              <w:pStyle w:val="Punktygwne"/>
              <w:spacing w:before="0" w:after="0"/>
              <w:ind w:left="90" w:firstLine="1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egzamin w formie testu z odpowiedziami </w:t>
            </w:r>
          </w:p>
          <w:p w14:paraId="5C8A0CCC" w14:textId="77777777" w:rsidR="00F70DDE" w:rsidRPr="00D24278" w:rsidRDefault="00F70DDE" w:rsidP="00F70DDE">
            <w:pPr>
              <w:pStyle w:val="Punktygwne"/>
              <w:spacing w:before="0" w:after="0"/>
              <w:ind w:left="9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   wielokrotnego wyboru (w zakresie określonym w </w:t>
            </w:r>
          </w:p>
          <w:p w14:paraId="10A7DA88" w14:textId="3719CC85" w:rsidR="00F70DDE" w:rsidRPr="00CB4C4A" w:rsidRDefault="00F70DDE" w:rsidP="00F70DDE">
            <w:pPr>
              <w:pStyle w:val="Punktygwne"/>
              <w:spacing w:before="0" w:after="0"/>
              <w:ind w:left="9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   ramach efektów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się)</w:t>
            </w:r>
          </w:p>
        </w:tc>
        <w:tc>
          <w:tcPr>
            <w:tcW w:w="2118" w:type="dxa"/>
          </w:tcPr>
          <w:p w14:paraId="12775FE9" w14:textId="5CFCD665" w:rsidR="00F70DDE" w:rsidRPr="009C54AE" w:rsidRDefault="00F70DDE" w:rsidP="00F70DDE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 w:rsidRPr="00E77E94">
              <w:rPr>
                <w:rFonts w:ascii="Corbel" w:hAnsi="Corbel"/>
                <w:b w:val="0"/>
                <w:smallCaps w:val="0"/>
                <w:szCs w:val="24"/>
              </w:rPr>
              <w:t xml:space="preserve">W. </w:t>
            </w:r>
          </w:p>
        </w:tc>
      </w:tr>
      <w:tr w:rsidR="00F70DDE" w:rsidRPr="009C54AE" w14:paraId="7AA2D907" w14:textId="77777777" w:rsidTr="00F70DDE">
        <w:trPr>
          <w:trHeight w:val="150"/>
        </w:trPr>
        <w:tc>
          <w:tcPr>
            <w:tcW w:w="1961" w:type="dxa"/>
          </w:tcPr>
          <w:p w14:paraId="114C35CE" w14:textId="77777777" w:rsidR="00F70DDE" w:rsidRPr="009C54AE" w:rsidRDefault="00F70DDE" w:rsidP="00F70DDE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441" w:type="dxa"/>
          </w:tcPr>
          <w:p w14:paraId="73C7DF0F" w14:textId="77777777" w:rsidR="00F70DDE" w:rsidRPr="00D24278" w:rsidRDefault="00F70DDE" w:rsidP="00F70DDE">
            <w:pPr>
              <w:pStyle w:val="Punktygwne"/>
              <w:spacing w:before="0" w:after="0"/>
              <w:ind w:left="90" w:firstLine="1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egzamin w formie testu z odpowiedziami </w:t>
            </w:r>
          </w:p>
          <w:p w14:paraId="55C52CFF" w14:textId="77777777" w:rsidR="00F70DDE" w:rsidRPr="00D24278" w:rsidRDefault="00F70DDE" w:rsidP="00F70DDE">
            <w:pPr>
              <w:pStyle w:val="Punktygwne"/>
              <w:spacing w:before="0" w:after="0"/>
              <w:ind w:left="9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   wielokrotnego wyboru (w zakresie określonym w </w:t>
            </w:r>
          </w:p>
          <w:p w14:paraId="638D47E7" w14:textId="085C17DE" w:rsidR="00F70DDE" w:rsidRPr="00CB4C4A" w:rsidRDefault="00F70DDE" w:rsidP="00F70DDE">
            <w:pPr>
              <w:pStyle w:val="Punktygwne"/>
              <w:spacing w:before="0" w:after="0"/>
              <w:ind w:left="9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   ramach efektów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się)</w:t>
            </w:r>
          </w:p>
        </w:tc>
        <w:tc>
          <w:tcPr>
            <w:tcW w:w="2118" w:type="dxa"/>
          </w:tcPr>
          <w:p w14:paraId="3E0C5843" w14:textId="76409685" w:rsidR="00F70DDE" w:rsidRPr="009C54AE" w:rsidRDefault="00F70DDE" w:rsidP="00F70DDE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 w:rsidRPr="00E77E94">
              <w:rPr>
                <w:rFonts w:ascii="Corbel" w:hAnsi="Corbel"/>
                <w:b w:val="0"/>
                <w:smallCaps w:val="0"/>
                <w:szCs w:val="24"/>
              </w:rPr>
              <w:t xml:space="preserve">W. </w:t>
            </w:r>
          </w:p>
        </w:tc>
      </w:tr>
      <w:tr w:rsidR="00F70DDE" w:rsidRPr="009C54AE" w14:paraId="1C3D3CE8" w14:textId="77777777" w:rsidTr="00F70DDE">
        <w:trPr>
          <w:trHeight w:val="150"/>
        </w:trPr>
        <w:tc>
          <w:tcPr>
            <w:tcW w:w="1961" w:type="dxa"/>
          </w:tcPr>
          <w:p w14:paraId="546CE7D0" w14:textId="77777777" w:rsidR="00F70DDE" w:rsidRPr="009C54AE" w:rsidRDefault="00F70DDE" w:rsidP="00F70DDE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441" w:type="dxa"/>
          </w:tcPr>
          <w:p w14:paraId="500C6255" w14:textId="77777777" w:rsidR="00F70DDE" w:rsidRPr="00D24278" w:rsidRDefault="00F70DDE" w:rsidP="00F70DDE">
            <w:pPr>
              <w:pStyle w:val="Punktygwne"/>
              <w:spacing w:before="0" w:after="0"/>
              <w:ind w:left="90" w:firstLine="1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egzamin w formie testu z odpowiedziami </w:t>
            </w:r>
          </w:p>
          <w:p w14:paraId="06254A0C" w14:textId="77777777" w:rsidR="00F70DDE" w:rsidRPr="00D24278" w:rsidRDefault="00F70DDE" w:rsidP="00F70DDE">
            <w:pPr>
              <w:pStyle w:val="Punktygwne"/>
              <w:spacing w:before="0" w:after="0"/>
              <w:ind w:left="9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   wielokrotnego wyboru (w zakresie określonym w </w:t>
            </w:r>
          </w:p>
          <w:p w14:paraId="71060395" w14:textId="5F9668CD" w:rsidR="00F70DDE" w:rsidRPr="00CB4C4A" w:rsidRDefault="00F70DDE" w:rsidP="00F70DDE">
            <w:pPr>
              <w:pStyle w:val="Punktygwne"/>
              <w:spacing w:before="120" w:after="120"/>
              <w:ind w:left="9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   ramach efektów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się)</w:t>
            </w:r>
          </w:p>
        </w:tc>
        <w:tc>
          <w:tcPr>
            <w:tcW w:w="2118" w:type="dxa"/>
          </w:tcPr>
          <w:p w14:paraId="0EC44FFC" w14:textId="46F0E954" w:rsidR="00F70DDE" w:rsidRPr="009C54AE" w:rsidRDefault="00F70DDE" w:rsidP="00F70DDE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 w:rsidRPr="00E77E94">
              <w:rPr>
                <w:rFonts w:ascii="Corbel" w:hAnsi="Corbel"/>
                <w:b w:val="0"/>
                <w:smallCaps w:val="0"/>
                <w:szCs w:val="24"/>
              </w:rPr>
              <w:t xml:space="preserve">W. </w:t>
            </w:r>
          </w:p>
        </w:tc>
      </w:tr>
      <w:tr w:rsidR="00F70DDE" w:rsidRPr="009C54AE" w14:paraId="2442E875" w14:textId="77777777" w:rsidTr="00F70DDE">
        <w:trPr>
          <w:trHeight w:val="125"/>
        </w:trPr>
        <w:tc>
          <w:tcPr>
            <w:tcW w:w="1961" w:type="dxa"/>
          </w:tcPr>
          <w:p w14:paraId="74565942" w14:textId="77777777" w:rsidR="00F70DDE" w:rsidRPr="009C54AE" w:rsidRDefault="00F70DDE" w:rsidP="00F70DDE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09</w:t>
            </w:r>
          </w:p>
        </w:tc>
        <w:tc>
          <w:tcPr>
            <w:tcW w:w="5441" w:type="dxa"/>
          </w:tcPr>
          <w:p w14:paraId="283F7463" w14:textId="77777777" w:rsidR="00F70DDE" w:rsidRPr="00D24278" w:rsidRDefault="00F70DDE" w:rsidP="00F70DDE">
            <w:pPr>
              <w:pStyle w:val="Punktygwne"/>
              <w:spacing w:before="0" w:after="0"/>
              <w:ind w:left="90" w:firstLine="1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egzamin w formie testu z odpowiedziami </w:t>
            </w:r>
          </w:p>
          <w:p w14:paraId="2560D3BB" w14:textId="77777777" w:rsidR="00F70DDE" w:rsidRPr="00D24278" w:rsidRDefault="00F70DDE" w:rsidP="00F70DDE">
            <w:pPr>
              <w:pStyle w:val="Punktygwne"/>
              <w:spacing w:before="0" w:after="0"/>
              <w:ind w:left="9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   wielokrotnego wyboru (w zakresie określonym w </w:t>
            </w:r>
          </w:p>
          <w:p w14:paraId="2FAB3609" w14:textId="0EA777A4" w:rsidR="00F70DDE" w:rsidRPr="00CB4C4A" w:rsidRDefault="00F70DDE" w:rsidP="00F70DDE">
            <w:pPr>
              <w:pStyle w:val="Punktygwne"/>
              <w:spacing w:before="120" w:after="120"/>
              <w:ind w:left="9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   ramach efektów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się)</w:t>
            </w:r>
          </w:p>
        </w:tc>
        <w:tc>
          <w:tcPr>
            <w:tcW w:w="2118" w:type="dxa"/>
          </w:tcPr>
          <w:p w14:paraId="5644B0E3" w14:textId="1ECE051F" w:rsidR="00F70DDE" w:rsidRPr="009C54AE" w:rsidRDefault="00F70DDE" w:rsidP="00F70DDE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 w:rsidRPr="00E77E94">
              <w:rPr>
                <w:rFonts w:ascii="Corbel" w:hAnsi="Corbel"/>
                <w:b w:val="0"/>
                <w:smallCaps w:val="0"/>
                <w:szCs w:val="24"/>
              </w:rPr>
              <w:t xml:space="preserve">W. </w:t>
            </w:r>
          </w:p>
        </w:tc>
      </w:tr>
      <w:tr w:rsidR="00F70DDE" w:rsidRPr="009C54AE" w14:paraId="6A73E9F7" w14:textId="77777777" w:rsidTr="00F70DDE">
        <w:trPr>
          <w:trHeight w:val="151"/>
        </w:trPr>
        <w:tc>
          <w:tcPr>
            <w:tcW w:w="1961" w:type="dxa"/>
          </w:tcPr>
          <w:p w14:paraId="35DC8AE0" w14:textId="77777777" w:rsidR="00F70DDE" w:rsidRPr="009C54AE" w:rsidRDefault="00F70DDE" w:rsidP="00F70DDE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10</w:t>
            </w:r>
          </w:p>
        </w:tc>
        <w:tc>
          <w:tcPr>
            <w:tcW w:w="5441" w:type="dxa"/>
          </w:tcPr>
          <w:p w14:paraId="49A585BA" w14:textId="77777777" w:rsidR="00F70DDE" w:rsidRPr="00D24278" w:rsidRDefault="00F70DDE" w:rsidP="00F70DDE">
            <w:pPr>
              <w:pStyle w:val="Punktygwne"/>
              <w:spacing w:before="0" w:after="0"/>
              <w:ind w:left="90" w:firstLine="1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egzamin w formie testu z odpowiedziami </w:t>
            </w:r>
          </w:p>
          <w:p w14:paraId="6E07FE6B" w14:textId="77777777" w:rsidR="00F70DDE" w:rsidRPr="00D24278" w:rsidRDefault="00F70DDE" w:rsidP="00F70DDE">
            <w:pPr>
              <w:pStyle w:val="Punktygwne"/>
              <w:spacing w:before="0" w:after="0"/>
              <w:ind w:left="9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   wielokrotnego wyboru (w zakresie określonym w </w:t>
            </w:r>
          </w:p>
          <w:p w14:paraId="39237190" w14:textId="43B84482" w:rsidR="00F70DDE" w:rsidRPr="00CB4C4A" w:rsidRDefault="00F70DDE" w:rsidP="00F70DDE">
            <w:pPr>
              <w:pStyle w:val="Punktygwne"/>
              <w:spacing w:before="0" w:after="0"/>
              <w:ind w:left="9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   ramach efektów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się)</w:t>
            </w:r>
          </w:p>
        </w:tc>
        <w:tc>
          <w:tcPr>
            <w:tcW w:w="2118" w:type="dxa"/>
          </w:tcPr>
          <w:p w14:paraId="1FC883C5" w14:textId="0C687640" w:rsidR="00F70DDE" w:rsidRPr="009C54AE" w:rsidRDefault="00F70DDE" w:rsidP="00F70DDE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 w:rsidRPr="00E77E94">
              <w:rPr>
                <w:rFonts w:ascii="Corbel" w:hAnsi="Corbel"/>
                <w:b w:val="0"/>
                <w:smallCaps w:val="0"/>
                <w:szCs w:val="24"/>
              </w:rPr>
              <w:t xml:space="preserve">W. </w:t>
            </w:r>
          </w:p>
        </w:tc>
      </w:tr>
    </w:tbl>
    <w:p w14:paraId="7BE39AE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BB22AE" w14:textId="77777777" w:rsidR="0085747A" w:rsidRPr="009C54AE" w:rsidRDefault="0085747A" w:rsidP="00E47F44">
      <w:pPr>
        <w:pStyle w:val="Punktygwne"/>
        <w:numPr>
          <w:ilvl w:val="1"/>
          <w:numId w:val="6"/>
        </w:numPr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72E4A0C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D3B2F" w14:paraId="613A4EF7" w14:textId="77777777" w:rsidTr="00923D7D">
        <w:tc>
          <w:tcPr>
            <w:tcW w:w="9670" w:type="dxa"/>
          </w:tcPr>
          <w:p w14:paraId="72527AB4" w14:textId="048C7F7F" w:rsidR="0085747A" w:rsidRPr="000557E1" w:rsidRDefault="00E47F44" w:rsidP="005A1D90">
            <w:pPr>
              <w:pStyle w:val="Punktygwne"/>
              <w:spacing w:before="0" w:after="120"/>
              <w:ind w:left="176"/>
              <w:jc w:val="both"/>
              <w:rPr>
                <w:rFonts w:ascii="Corbel" w:hAnsi="Corbel"/>
                <w:szCs w:val="24"/>
              </w:rPr>
            </w:pPr>
            <w:r w:rsidRPr="00EC6F6C">
              <w:rPr>
                <w:rFonts w:ascii="Corbel" w:hAnsi="Corbel"/>
                <w:b w:val="0"/>
                <w:smallCaps w:val="0"/>
                <w:szCs w:val="24"/>
                <w:u w:val="single"/>
              </w:rPr>
              <w:t>E</w:t>
            </w:r>
            <w:r w:rsidR="00CB4C4A" w:rsidRPr="00EC6F6C">
              <w:rPr>
                <w:rFonts w:ascii="Corbel" w:hAnsi="Corbel"/>
                <w:b w:val="0"/>
                <w:smallCaps w:val="0"/>
                <w:szCs w:val="24"/>
                <w:u w:val="single"/>
              </w:rPr>
              <w:t>gzamin</w:t>
            </w:r>
            <w:r w:rsidR="00CB4C4A" w:rsidRPr="003D3B2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47F44">
              <w:rPr>
                <w:rFonts w:ascii="Corbel" w:hAnsi="Corbel"/>
                <w:b w:val="0"/>
                <w:smallCaps w:val="0"/>
                <w:szCs w:val="24"/>
              </w:rPr>
              <w:t>w formie testu z odpowiedziami wielokrotnego wyboru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0557E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14F4321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731BC4B" w14:textId="1E5B142F" w:rsidR="009F4610" w:rsidRPr="009C54AE" w:rsidRDefault="00F70DDE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="0085747A"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A118E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7ED41AED" w14:textId="77777777" w:rsidTr="003E1941">
        <w:tc>
          <w:tcPr>
            <w:tcW w:w="4962" w:type="dxa"/>
            <w:vAlign w:val="center"/>
          </w:tcPr>
          <w:p w14:paraId="1E9C097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324336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935CD64" w14:textId="77777777" w:rsidTr="00923D7D">
        <w:tc>
          <w:tcPr>
            <w:tcW w:w="4962" w:type="dxa"/>
          </w:tcPr>
          <w:p w14:paraId="2A19FE9E" w14:textId="41D39671" w:rsidR="0085747A" w:rsidRPr="009C54AE" w:rsidRDefault="00C61DC5" w:rsidP="000557E1">
            <w:pPr>
              <w:pStyle w:val="Akapitzlist"/>
              <w:spacing w:before="120" w:after="12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A71B3D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z </w:t>
            </w:r>
            <w:r w:rsidR="00A71B3D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249CB70" w14:textId="437C0FFA" w:rsidR="0085747A" w:rsidRPr="000557E1" w:rsidRDefault="005A1D90" w:rsidP="00796A00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233D4C" w:rsidRPr="000557E1">
              <w:rPr>
                <w:rFonts w:ascii="Corbel" w:hAnsi="Corbel"/>
                <w:sz w:val="24"/>
                <w:szCs w:val="24"/>
              </w:rPr>
              <w:t>0</w:t>
            </w:r>
            <w:r w:rsidR="003D3B2F" w:rsidRPr="000557E1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240E71F0" w14:textId="0C121B20" w:rsidR="003D3B2F" w:rsidRPr="009C54AE" w:rsidRDefault="003D3B2F" w:rsidP="00796A00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14:paraId="4E88AD22" w14:textId="77777777" w:rsidTr="00923D7D">
        <w:tc>
          <w:tcPr>
            <w:tcW w:w="4962" w:type="dxa"/>
          </w:tcPr>
          <w:p w14:paraId="001560EE" w14:textId="77777777" w:rsidR="00C61DC5" w:rsidRPr="009C54AE" w:rsidRDefault="00C61DC5" w:rsidP="000557E1">
            <w:pPr>
              <w:pStyle w:val="Akapitzlist"/>
              <w:spacing w:before="120" w:after="12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F3437A4" w14:textId="77777777" w:rsidR="00C61DC5" w:rsidRPr="009C54AE" w:rsidRDefault="00C61DC5" w:rsidP="000557E1">
            <w:pPr>
              <w:pStyle w:val="Akapitzlist"/>
              <w:spacing w:before="120" w:after="12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1477CBA" w14:textId="42E2CB70" w:rsidR="00C61DC5" w:rsidRPr="003D3B2F" w:rsidRDefault="007B7C25" w:rsidP="00796A00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  <w:r w:rsidR="003D3B2F" w:rsidRPr="003D3B2F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9C54AE" w14:paraId="1B7D04BD" w14:textId="77777777" w:rsidTr="00923D7D">
        <w:tc>
          <w:tcPr>
            <w:tcW w:w="4962" w:type="dxa"/>
          </w:tcPr>
          <w:p w14:paraId="6C66C8B7" w14:textId="77777777" w:rsidR="0071620A" w:rsidRPr="009C54AE" w:rsidRDefault="00C61DC5" w:rsidP="000557E1">
            <w:pPr>
              <w:pStyle w:val="Akapitzlist"/>
              <w:spacing w:before="120" w:after="12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E2F0CBE" w14:textId="77777777" w:rsidR="00C61DC5" w:rsidRPr="009C54AE" w:rsidRDefault="00C61DC5" w:rsidP="000557E1">
            <w:pPr>
              <w:pStyle w:val="Akapitzlist"/>
              <w:spacing w:before="120" w:after="12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E089D08" w14:textId="42A517F1" w:rsidR="00C61DC5" w:rsidRPr="003D3B2F" w:rsidRDefault="007B7C25" w:rsidP="005A1D90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132</w:t>
            </w:r>
            <w:r w:rsidR="003D3B2F" w:rsidRPr="000557E1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9C54AE" w14:paraId="0C5DC24E" w14:textId="77777777" w:rsidTr="00923D7D">
        <w:tc>
          <w:tcPr>
            <w:tcW w:w="4962" w:type="dxa"/>
          </w:tcPr>
          <w:p w14:paraId="262B8F6B" w14:textId="77777777" w:rsidR="0085747A" w:rsidRPr="000557E1" w:rsidRDefault="0085747A" w:rsidP="00796A00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57E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029BDA8" w14:textId="69B5B5E9" w:rsidR="0085747A" w:rsidRPr="000557E1" w:rsidRDefault="003D3B2F" w:rsidP="005A1D90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57E1">
              <w:rPr>
                <w:rFonts w:ascii="Corbel" w:hAnsi="Corbel"/>
                <w:sz w:val="24"/>
                <w:szCs w:val="24"/>
              </w:rPr>
              <w:t xml:space="preserve"> </w:t>
            </w:r>
            <w:r w:rsidR="007B7C25">
              <w:rPr>
                <w:rFonts w:ascii="Corbel" w:hAnsi="Corbel"/>
                <w:sz w:val="24"/>
                <w:szCs w:val="24"/>
              </w:rPr>
              <w:t>20</w:t>
            </w:r>
            <w:r w:rsidR="005A1D90">
              <w:rPr>
                <w:rFonts w:ascii="Corbel" w:hAnsi="Corbel"/>
                <w:sz w:val="24"/>
                <w:szCs w:val="24"/>
              </w:rPr>
              <w:t>0</w:t>
            </w:r>
            <w:r w:rsidR="00233D4C" w:rsidRPr="000557E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85747A" w:rsidRPr="009C54AE" w14:paraId="47D05EBA" w14:textId="77777777" w:rsidTr="00923D7D">
        <w:tc>
          <w:tcPr>
            <w:tcW w:w="4962" w:type="dxa"/>
          </w:tcPr>
          <w:p w14:paraId="03F3EFF3" w14:textId="77777777" w:rsidR="0085747A" w:rsidRPr="009C54AE" w:rsidRDefault="0085747A" w:rsidP="00796A00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048E6F0" w14:textId="7B109FB5" w:rsidR="0085747A" w:rsidRPr="003D3B2F" w:rsidRDefault="005C0A3B" w:rsidP="00796A00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7B7C25">
              <w:rPr>
                <w:rFonts w:ascii="Corbel" w:hAnsi="Corbel"/>
                <w:sz w:val="24"/>
                <w:szCs w:val="24"/>
              </w:rPr>
              <w:t xml:space="preserve">8 </w:t>
            </w:r>
          </w:p>
        </w:tc>
      </w:tr>
    </w:tbl>
    <w:p w14:paraId="1FCEE1B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EB6ACCE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104DEE" w14:textId="4D11BF33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98A56F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019C6E4B" w14:textId="77777777" w:rsidTr="0071620A">
        <w:trPr>
          <w:trHeight w:val="397"/>
        </w:trPr>
        <w:tc>
          <w:tcPr>
            <w:tcW w:w="3544" w:type="dxa"/>
          </w:tcPr>
          <w:p w14:paraId="1B3606D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2B1FF51" w14:textId="04C4E381" w:rsidR="0085747A" w:rsidRPr="009C54AE" w:rsidRDefault="005A1D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6F1AC482" w14:textId="77777777" w:rsidTr="0071620A">
        <w:trPr>
          <w:trHeight w:val="397"/>
        </w:trPr>
        <w:tc>
          <w:tcPr>
            <w:tcW w:w="3544" w:type="dxa"/>
          </w:tcPr>
          <w:p w14:paraId="693FD8A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166C830" w14:textId="73A829D8" w:rsidR="0085747A" w:rsidRPr="009C54AE" w:rsidRDefault="005A1D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70F19EB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62DD7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BD742B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27969EB" w14:textId="77777777" w:rsidTr="00C858F4">
        <w:trPr>
          <w:trHeight w:val="397"/>
        </w:trPr>
        <w:tc>
          <w:tcPr>
            <w:tcW w:w="9639" w:type="dxa"/>
          </w:tcPr>
          <w:p w14:paraId="3C269B68" w14:textId="77777777" w:rsidR="0085747A" w:rsidRPr="00C858F4" w:rsidRDefault="0085747A" w:rsidP="005B1889">
            <w:pPr>
              <w:pStyle w:val="Punktygwne"/>
              <w:spacing w:before="120" w:after="0" w:line="360" w:lineRule="auto"/>
              <w:rPr>
                <w:rFonts w:ascii="Corbel" w:hAnsi="Corbel"/>
                <w:smallCaps w:val="0"/>
                <w:szCs w:val="24"/>
              </w:rPr>
            </w:pPr>
            <w:r w:rsidRPr="00C858F4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3024A67F" w14:textId="6982E3B4" w:rsidR="00DC3D5E" w:rsidRDefault="00EC6F6C" w:rsidP="00EC6F6C">
            <w:pPr>
              <w:pStyle w:val="Punktygwne"/>
              <w:numPr>
                <w:ilvl w:val="0"/>
                <w:numId w:val="4"/>
              </w:numPr>
              <w:spacing w:before="0" w:after="0" w:line="360" w:lineRule="auto"/>
              <w:ind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DC3D5E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DC3D5E" w:rsidRPr="00DC3D5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Sójka-Zielińska</w:t>
            </w:r>
            <w:r w:rsidR="00DC3D5E" w:rsidRPr="00DC3D5E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Historia prawa</w:t>
            </w:r>
            <w:r w:rsidR="00DC3D5E" w:rsidRPr="004B5B06">
              <w:rPr>
                <w:rFonts w:ascii="Corbel" w:hAnsi="Corbel"/>
                <w:b w:val="0"/>
                <w:i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32481">
              <w:rPr>
                <w:rFonts w:ascii="Corbel" w:hAnsi="Corbel"/>
                <w:b w:val="0"/>
                <w:smallCaps w:val="0"/>
                <w:szCs w:val="24"/>
              </w:rPr>
              <w:t>wyd. 1</w:t>
            </w:r>
            <w:r w:rsidR="00423525">
              <w:rPr>
                <w:rFonts w:ascii="Corbel" w:hAnsi="Corbel"/>
                <w:b w:val="0"/>
                <w:smallCaps w:val="0"/>
                <w:szCs w:val="24"/>
              </w:rPr>
              <w:t>6</w:t>
            </w:r>
            <w:r w:rsidR="00232481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Warszawa 20</w:t>
            </w:r>
            <w:r w:rsidR="00423525">
              <w:rPr>
                <w:rFonts w:ascii="Corbel" w:hAnsi="Corbel"/>
                <w:b w:val="0"/>
                <w:smallCaps w:val="0"/>
                <w:szCs w:val="24"/>
              </w:rPr>
              <w:t>22</w:t>
            </w:r>
            <w:r w:rsidR="00223914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  <w:p w14:paraId="4499DE76" w14:textId="0B8A9742" w:rsidR="00355D77" w:rsidRDefault="00DC3D5E" w:rsidP="00EC6F6C">
            <w:pPr>
              <w:pStyle w:val="Punktygwne"/>
              <w:numPr>
                <w:ilvl w:val="0"/>
                <w:numId w:val="4"/>
              </w:numPr>
              <w:spacing w:before="0" w:after="0" w:line="360" w:lineRule="auto"/>
              <w:ind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J.</w:t>
            </w:r>
            <w:r w:rsidR="004B5B06">
              <w:rPr>
                <w:rFonts w:ascii="Corbel" w:hAnsi="Corbel"/>
                <w:b w:val="0"/>
                <w:smallCaps w:val="0"/>
                <w:szCs w:val="24"/>
              </w:rPr>
              <w:t xml:space="preserve"> Bardach, B. Leśnodorski, M.</w:t>
            </w:r>
            <w:r w:rsidRPr="00DC3D5E">
              <w:rPr>
                <w:rFonts w:ascii="Corbel" w:hAnsi="Corbel"/>
                <w:b w:val="0"/>
                <w:smallCaps w:val="0"/>
                <w:szCs w:val="24"/>
              </w:rPr>
              <w:t xml:space="preserve"> Pietrzak, </w:t>
            </w:r>
            <w:r w:rsidRPr="004B5B06">
              <w:rPr>
                <w:rFonts w:ascii="Corbel" w:hAnsi="Corbel"/>
                <w:b w:val="0"/>
                <w:i/>
                <w:smallCaps w:val="0"/>
                <w:szCs w:val="24"/>
              </w:rPr>
              <w:t>Historia państwa i prawa polskiego,</w:t>
            </w:r>
            <w:r w:rsidRPr="00DC3D5E">
              <w:rPr>
                <w:rFonts w:ascii="Corbel" w:hAnsi="Corbel"/>
                <w:b w:val="0"/>
                <w:smallCaps w:val="0"/>
                <w:szCs w:val="24"/>
              </w:rPr>
              <w:t xml:space="preserve"> Warszawa 1994</w:t>
            </w:r>
            <w:r w:rsidR="00233D4C">
              <w:rPr>
                <w:rFonts w:ascii="Corbel" w:hAnsi="Corbel"/>
                <w:b w:val="0"/>
                <w:smallCaps w:val="0"/>
                <w:szCs w:val="24"/>
              </w:rPr>
              <w:t xml:space="preserve"> i wydania</w:t>
            </w:r>
            <w:r w:rsidR="00EC6F6C">
              <w:rPr>
                <w:rFonts w:ascii="Corbel" w:hAnsi="Corbel"/>
                <w:b w:val="0"/>
                <w:smallCaps w:val="0"/>
                <w:szCs w:val="24"/>
              </w:rPr>
              <w:t xml:space="preserve"> następne</w:t>
            </w:r>
            <w:r w:rsidR="00232481">
              <w:rPr>
                <w:rFonts w:ascii="Corbel" w:hAnsi="Corbel"/>
                <w:b w:val="0"/>
                <w:smallCaps w:val="0"/>
                <w:szCs w:val="24"/>
              </w:rPr>
              <w:t xml:space="preserve"> (ostatnie wyd. 6, Warszawa 20</w:t>
            </w:r>
            <w:r w:rsidR="00423525">
              <w:rPr>
                <w:rFonts w:ascii="Corbel" w:hAnsi="Corbel"/>
                <w:b w:val="0"/>
                <w:smallCaps w:val="0"/>
                <w:szCs w:val="24"/>
              </w:rPr>
              <w:t>10</w:t>
            </w:r>
            <w:r w:rsidR="004428A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23525">
              <w:rPr>
                <w:rFonts w:ascii="Corbel" w:hAnsi="Corbel"/>
                <w:b w:val="0"/>
                <w:smallCaps w:val="0"/>
                <w:szCs w:val="24"/>
              </w:rPr>
              <w:t>–</w:t>
            </w:r>
            <w:r w:rsidR="004428A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640C84">
              <w:rPr>
                <w:rFonts w:ascii="Corbel" w:hAnsi="Corbel"/>
                <w:b w:val="0"/>
                <w:smallCaps w:val="0"/>
                <w:szCs w:val="24"/>
              </w:rPr>
              <w:t xml:space="preserve">pt. </w:t>
            </w:r>
            <w:r w:rsidR="00423525" w:rsidRPr="00423525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Historia ustroju i prawa polskiego</w:t>
            </w:r>
            <w:r w:rsidR="00232481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Pr="00DC3D5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9141515" w14:textId="48CFB820" w:rsidR="000557E1" w:rsidRPr="000557E1" w:rsidRDefault="000557E1" w:rsidP="000557E1">
            <w:pPr>
              <w:pStyle w:val="Punktygwne"/>
              <w:numPr>
                <w:ilvl w:val="0"/>
                <w:numId w:val="4"/>
              </w:numPr>
              <w:spacing w:before="0" w:after="0" w:line="360" w:lineRule="auto"/>
              <w:ind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A. Lityński, Historia prawa Polski Ludowej, </w:t>
            </w:r>
            <w:r w:rsidR="00232481">
              <w:rPr>
                <w:rFonts w:ascii="Corbel" w:hAnsi="Corbel"/>
                <w:b w:val="0"/>
                <w:smallCaps w:val="0"/>
                <w:szCs w:val="24"/>
              </w:rPr>
              <w:t xml:space="preserve">wyd. 5,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Warszawa 2013.</w:t>
            </w:r>
          </w:p>
        </w:tc>
      </w:tr>
      <w:tr w:rsidR="0085747A" w:rsidRPr="009C54AE" w14:paraId="287F810C" w14:textId="77777777" w:rsidTr="00C858F4">
        <w:trPr>
          <w:trHeight w:val="397"/>
        </w:trPr>
        <w:tc>
          <w:tcPr>
            <w:tcW w:w="9639" w:type="dxa"/>
          </w:tcPr>
          <w:p w14:paraId="66E14B6A" w14:textId="77777777" w:rsidR="0085747A" w:rsidRPr="00C858F4" w:rsidRDefault="0085747A" w:rsidP="005E001B">
            <w:pPr>
              <w:pStyle w:val="Punktygwne"/>
              <w:spacing w:before="120" w:after="0" w:line="360" w:lineRule="auto"/>
              <w:rPr>
                <w:rFonts w:ascii="Corbel" w:hAnsi="Corbel"/>
                <w:smallCaps w:val="0"/>
                <w:szCs w:val="24"/>
              </w:rPr>
            </w:pPr>
            <w:r w:rsidRPr="00C858F4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26ED10A0" w14:textId="65E65899" w:rsidR="00513BB4" w:rsidRDefault="00513BB4" w:rsidP="000557E1">
            <w:pPr>
              <w:numPr>
                <w:ilvl w:val="0"/>
                <w:numId w:val="7"/>
              </w:numPr>
              <w:spacing w:after="0" w:line="36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513BB4">
              <w:rPr>
                <w:rFonts w:ascii="Corbel" w:eastAsia="Cambria" w:hAnsi="Corbel"/>
                <w:i/>
                <w:sz w:val="24"/>
                <w:szCs w:val="24"/>
              </w:rPr>
              <w:t>Historia państwa i prawa. Wybór tekstów źródłowych</w:t>
            </w:r>
            <w:r w:rsidRPr="00513BB4">
              <w:rPr>
                <w:rFonts w:ascii="Corbel" w:eastAsia="Cambria" w:hAnsi="Corbel"/>
                <w:sz w:val="24"/>
                <w:szCs w:val="24"/>
              </w:rPr>
              <w:t>, pod red. B. Lesińskiego, Poznań 1995.</w:t>
            </w:r>
          </w:p>
          <w:p w14:paraId="3FEBC1CB" w14:textId="2F31E8DE" w:rsidR="000557E1" w:rsidRPr="000557E1" w:rsidRDefault="000557E1" w:rsidP="000557E1">
            <w:pPr>
              <w:pStyle w:val="Punktygwne"/>
              <w:numPr>
                <w:ilvl w:val="0"/>
                <w:numId w:val="7"/>
              </w:numPr>
              <w:spacing w:before="0" w:after="0" w:line="360" w:lineRule="auto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E. Borkowska-Bagieńska, B. Lesiński, </w:t>
            </w:r>
            <w:r w:rsidRPr="00BC0F17">
              <w:rPr>
                <w:rFonts w:ascii="Corbel" w:hAnsi="Corbel"/>
                <w:b w:val="0"/>
                <w:i/>
                <w:smallCaps w:val="0"/>
                <w:szCs w:val="24"/>
              </w:rPr>
              <w:t>Historia prawa sądowego. Zarys wykładu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Poznań 1995 i wydania następne;</w:t>
            </w:r>
          </w:p>
          <w:p w14:paraId="6C1702B0" w14:textId="5C5B16AE" w:rsidR="00DC3D5E" w:rsidRDefault="00513BB4" w:rsidP="000557E1">
            <w:pPr>
              <w:numPr>
                <w:ilvl w:val="0"/>
                <w:numId w:val="7"/>
              </w:numPr>
              <w:spacing w:after="0" w:line="36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513BB4">
              <w:rPr>
                <w:rFonts w:ascii="Corbel" w:eastAsia="Cambria" w:hAnsi="Corbel"/>
                <w:sz w:val="24"/>
                <w:szCs w:val="24"/>
              </w:rPr>
              <w:t xml:space="preserve">M. </w:t>
            </w:r>
            <w:proofErr w:type="spellStart"/>
            <w:r w:rsidRPr="00513BB4">
              <w:rPr>
                <w:rFonts w:ascii="Corbel" w:eastAsia="Cambria" w:hAnsi="Corbel"/>
                <w:sz w:val="24"/>
                <w:szCs w:val="24"/>
              </w:rPr>
              <w:t>Sczaniecki</w:t>
            </w:r>
            <w:proofErr w:type="spellEnd"/>
            <w:r w:rsidR="00DC3D5E" w:rsidRPr="00513BB4"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 w:rsidRPr="00513BB4">
              <w:rPr>
                <w:rFonts w:ascii="Corbel" w:eastAsia="Cambria" w:hAnsi="Corbel"/>
                <w:i/>
                <w:sz w:val="24"/>
                <w:szCs w:val="24"/>
              </w:rPr>
              <w:t>Powszechna h</w:t>
            </w:r>
            <w:r w:rsidR="00DC3D5E" w:rsidRPr="00513BB4">
              <w:rPr>
                <w:rFonts w:ascii="Corbel" w:eastAsia="Cambria" w:hAnsi="Corbel"/>
                <w:i/>
                <w:sz w:val="24"/>
                <w:szCs w:val="24"/>
              </w:rPr>
              <w:t xml:space="preserve">istoria </w:t>
            </w:r>
            <w:r w:rsidRPr="00513BB4">
              <w:rPr>
                <w:rFonts w:ascii="Corbel" w:eastAsia="Cambria" w:hAnsi="Corbel"/>
                <w:i/>
                <w:sz w:val="24"/>
                <w:szCs w:val="24"/>
              </w:rPr>
              <w:t>państwa i prawa</w:t>
            </w:r>
            <w:r w:rsidRPr="00513BB4">
              <w:rPr>
                <w:rFonts w:ascii="Corbel" w:eastAsia="Cambria" w:hAnsi="Corbel"/>
                <w:sz w:val="24"/>
                <w:szCs w:val="24"/>
              </w:rPr>
              <w:t>, Warszawa</w:t>
            </w:r>
            <w:r w:rsidR="004B5B06" w:rsidRPr="00513BB4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Pr="00513BB4">
              <w:rPr>
                <w:rFonts w:ascii="Corbel" w:eastAsia="Cambria" w:hAnsi="Corbel"/>
                <w:sz w:val="24"/>
                <w:szCs w:val="24"/>
              </w:rPr>
              <w:t>1998 i wydania następne</w:t>
            </w:r>
            <w:r w:rsidR="00422FD5">
              <w:rPr>
                <w:rFonts w:ascii="Corbel" w:eastAsia="Cambria" w:hAnsi="Corbel"/>
                <w:sz w:val="24"/>
                <w:szCs w:val="24"/>
              </w:rPr>
              <w:t xml:space="preserve"> (ostatnie wyd. 12, Warszawa 2022)</w:t>
            </w:r>
            <w:r w:rsidR="00223914" w:rsidRPr="00513BB4">
              <w:rPr>
                <w:rFonts w:ascii="Corbel" w:eastAsia="Cambria" w:hAnsi="Corbel"/>
                <w:sz w:val="24"/>
                <w:szCs w:val="24"/>
              </w:rPr>
              <w:t>;</w:t>
            </w:r>
          </w:p>
          <w:p w14:paraId="18454DA4" w14:textId="47D50D31" w:rsidR="00BC0F17" w:rsidRDefault="00BC0F17" w:rsidP="000557E1">
            <w:pPr>
              <w:numPr>
                <w:ilvl w:val="0"/>
                <w:numId w:val="7"/>
              </w:numPr>
              <w:spacing w:after="0" w:line="36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lastRenderedPageBreak/>
              <w:t xml:space="preserve">A. Dziadzio, </w:t>
            </w:r>
            <w:r w:rsidRPr="00BC0F17">
              <w:rPr>
                <w:rFonts w:ascii="Corbel" w:eastAsia="Cambria" w:hAnsi="Corbel"/>
                <w:i/>
                <w:sz w:val="24"/>
                <w:szCs w:val="24"/>
              </w:rPr>
              <w:t>Powszechna historia prawa</w:t>
            </w:r>
            <w:r>
              <w:rPr>
                <w:rFonts w:ascii="Corbel" w:eastAsia="Cambria" w:hAnsi="Corbel"/>
                <w:sz w:val="24"/>
                <w:szCs w:val="24"/>
              </w:rPr>
              <w:t>, Warszawa 2012;</w:t>
            </w:r>
          </w:p>
          <w:p w14:paraId="5367F74D" w14:textId="56873165" w:rsidR="00BC0F17" w:rsidRPr="00513BB4" w:rsidRDefault="00BC0F17" w:rsidP="000557E1">
            <w:pPr>
              <w:numPr>
                <w:ilvl w:val="0"/>
                <w:numId w:val="7"/>
              </w:numPr>
              <w:spacing w:after="0" w:line="36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D. </w:t>
            </w:r>
            <w:proofErr w:type="spellStart"/>
            <w:r>
              <w:rPr>
                <w:rFonts w:ascii="Corbel" w:eastAsia="Cambria" w:hAnsi="Corbel"/>
                <w:sz w:val="24"/>
                <w:szCs w:val="24"/>
              </w:rPr>
              <w:t>Makiłła</w:t>
            </w:r>
            <w:proofErr w:type="spellEnd"/>
            <w:r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 w:rsidRPr="00BC0F17">
              <w:rPr>
                <w:rFonts w:ascii="Corbel" w:eastAsia="Cambria" w:hAnsi="Corbel"/>
                <w:i/>
                <w:sz w:val="24"/>
                <w:szCs w:val="24"/>
              </w:rPr>
              <w:t>Historia prawa w Polsce</w:t>
            </w:r>
            <w:r>
              <w:rPr>
                <w:rFonts w:ascii="Corbel" w:eastAsia="Cambria" w:hAnsi="Corbel"/>
                <w:sz w:val="24"/>
                <w:szCs w:val="24"/>
              </w:rPr>
              <w:t>, Warszawa 2013;</w:t>
            </w:r>
          </w:p>
          <w:p w14:paraId="49CF0A54" w14:textId="6353F50E" w:rsidR="00DC3D5E" w:rsidRPr="00513BB4" w:rsidRDefault="00513BB4" w:rsidP="000557E1">
            <w:pPr>
              <w:numPr>
                <w:ilvl w:val="0"/>
                <w:numId w:val="7"/>
              </w:numPr>
              <w:spacing w:after="0" w:line="36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513BB4">
              <w:rPr>
                <w:rFonts w:ascii="Corbel" w:eastAsia="Cambria" w:hAnsi="Corbel"/>
                <w:sz w:val="24"/>
                <w:szCs w:val="24"/>
              </w:rPr>
              <w:t xml:space="preserve">W. </w:t>
            </w:r>
            <w:proofErr w:type="spellStart"/>
            <w:r w:rsidRPr="00513BB4">
              <w:rPr>
                <w:rFonts w:ascii="Corbel" w:eastAsia="Cambria" w:hAnsi="Corbel"/>
                <w:sz w:val="24"/>
                <w:szCs w:val="24"/>
              </w:rPr>
              <w:t>Uruszczak</w:t>
            </w:r>
            <w:proofErr w:type="spellEnd"/>
            <w:r w:rsidR="00DC3D5E" w:rsidRPr="00513BB4"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 w:rsidR="00DC3D5E" w:rsidRPr="00513BB4">
              <w:rPr>
                <w:rFonts w:ascii="Corbel" w:eastAsia="Cambria" w:hAnsi="Corbel"/>
                <w:i/>
                <w:sz w:val="24"/>
                <w:szCs w:val="24"/>
              </w:rPr>
              <w:t xml:space="preserve">Historia </w:t>
            </w:r>
            <w:r w:rsidRPr="00513BB4">
              <w:rPr>
                <w:rFonts w:ascii="Corbel" w:eastAsia="Cambria" w:hAnsi="Corbel"/>
                <w:i/>
                <w:sz w:val="24"/>
                <w:szCs w:val="24"/>
              </w:rPr>
              <w:t>państwa i prawa polskiego, t. I (966-1795)</w:t>
            </w:r>
            <w:r w:rsidR="004B5B06" w:rsidRPr="00513BB4">
              <w:rPr>
                <w:rFonts w:ascii="Corbel" w:eastAsia="Cambria" w:hAnsi="Corbel"/>
                <w:sz w:val="24"/>
                <w:szCs w:val="24"/>
              </w:rPr>
              <w:t xml:space="preserve">, Warszawa </w:t>
            </w:r>
            <w:r w:rsidRPr="00513BB4">
              <w:rPr>
                <w:rFonts w:ascii="Corbel" w:eastAsia="Cambria" w:hAnsi="Corbel"/>
                <w:sz w:val="24"/>
                <w:szCs w:val="24"/>
              </w:rPr>
              <w:t>20</w:t>
            </w:r>
            <w:r w:rsidR="004B5B06" w:rsidRPr="00513BB4">
              <w:rPr>
                <w:rFonts w:ascii="Corbel" w:eastAsia="Cambria" w:hAnsi="Corbel"/>
                <w:sz w:val="24"/>
                <w:szCs w:val="24"/>
              </w:rPr>
              <w:t>1</w:t>
            </w:r>
            <w:r w:rsidRPr="00513BB4">
              <w:rPr>
                <w:rFonts w:ascii="Corbel" w:eastAsia="Cambria" w:hAnsi="Corbel"/>
                <w:sz w:val="24"/>
                <w:szCs w:val="24"/>
              </w:rPr>
              <w:t>5</w:t>
            </w:r>
            <w:r w:rsidR="00223914" w:rsidRPr="00513BB4">
              <w:rPr>
                <w:rFonts w:ascii="Corbel" w:eastAsia="Cambria" w:hAnsi="Corbel"/>
                <w:sz w:val="24"/>
                <w:szCs w:val="24"/>
              </w:rPr>
              <w:t>;</w:t>
            </w:r>
          </w:p>
          <w:p w14:paraId="26CC240A" w14:textId="27FF6CF9" w:rsidR="00DC3D5E" w:rsidRPr="00513BB4" w:rsidRDefault="00513BB4" w:rsidP="000557E1">
            <w:pPr>
              <w:numPr>
                <w:ilvl w:val="0"/>
                <w:numId w:val="7"/>
              </w:numPr>
              <w:spacing w:after="0" w:line="36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513BB4">
              <w:rPr>
                <w:rFonts w:ascii="Corbel" w:hAnsi="Corbel"/>
                <w:sz w:val="24"/>
                <w:szCs w:val="24"/>
              </w:rPr>
              <w:t>A</w:t>
            </w:r>
            <w:r w:rsidR="004B5B06" w:rsidRPr="00513BB4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513BB4">
              <w:rPr>
                <w:rFonts w:ascii="Corbel" w:hAnsi="Corbel"/>
                <w:sz w:val="24"/>
                <w:szCs w:val="24"/>
              </w:rPr>
              <w:t>Korobowicz, W</w:t>
            </w:r>
            <w:r w:rsidR="004B5B06" w:rsidRPr="00513BB4">
              <w:rPr>
                <w:rFonts w:ascii="Corbel" w:hAnsi="Corbel"/>
                <w:sz w:val="24"/>
                <w:szCs w:val="24"/>
              </w:rPr>
              <w:t>.</w:t>
            </w:r>
            <w:r w:rsidRPr="00513BB4">
              <w:rPr>
                <w:rFonts w:ascii="Corbel" w:hAnsi="Corbel"/>
                <w:sz w:val="24"/>
                <w:szCs w:val="24"/>
              </w:rPr>
              <w:t xml:space="preserve"> Witk</w:t>
            </w:r>
            <w:r w:rsidR="00DC3D5E" w:rsidRPr="00513BB4">
              <w:rPr>
                <w:rFonts w:ascii="Corbel" w:hAnsi="Corbel"/>
                <w:sz w:val="24"/>
                <w:szCs w:val="24"/>
              </w:rPr>
              <w:t xml:space="preserve">owski, </w:t>
            </w:r>
            <w:r w:rsidR="00DC3D5E" w:rsidRPr="00513BB4">
              <w:rPr>
                <w:rFonts w:ascii="Corbel" w:hAnsi="Corbel"/>
                <w:i/>
                <w:sz w:val="24"/>
                <w:szCs w:val="24"/>
              </w:rPr>
              <w:t>Historia</w:t>
            </w:r>
            <w:r w:rsidRPr="00513BB4">
              <w:rPr>
                <w:rFonts w:ascii="Corbel" w:hAnsi="Corbel"/>
                <w:i/>
                <w:sz w:val="24"/>
                <w:szCs w:val="24"/>
              </w:rPr>
              <w:t xml:space="preserve"> ustroju </w:t>
            </w:r>
            <w:r w:rsidR="00DC3D5E" w:rsidRPr="00513BB4">
              <w:rPr>
                <w:rFonts w:ascii="Corbel" w:hAnsi="Corbel"/>
                <w:i/>
                <w:sz w:val="24"/>
                <w:szCs w:val="24"/>
              </w:rPr>
              <w:t>i</w:t>
            </w:r>
            <w:r w:rsidRPr="00513BB4">
              <w:rPr>
                <w:rFonts w:ascii="Corbel" w:hAnsi="Corbel"/>
                <w:i/>
                <w:sz w:val="24"/>
                <w:szCs w:val="24"/>
              </w:rPr>
              <w:t xml:space="preserve"> prawa polskiego (1772-1918)</w:t>
            </w:r>
            <w:r w:rsidR="00DC3D5E" w:rsidRPr="00513BB4">
              <w:rPr>
                <w:rFonts w:ascii="Corbel" w:hAnsi="Corbel"/>
                <w:i/>
                <w:sz w:val="24"/>
                <w:szCs w:val="24"/>
              </w:rPr>
              <w:t>,</w:t>
            </w:r>
            <w:r w:rsidRPr="00513BB4">
              <w:rPr>
                <w:rFonts w:ascii="Corbel" w:hAnsi="Corbel"/>
                <w:sz w:val="24"/>
                <w:szCs w:val="24"/>
              </w:rPr>
              <w:t xml:space="preserve"> Warszawa 2017</w:t>
            </w:r>
            <w:r w:rsidR="00223914" w:rsidRPr="00513BB4">
              <w:rPr>
                <w:rFonts w:ascii="Corbel" w:hAnsi="Corbel"/>
                <w:sz w:val="24"/>
                <w:szCs w:val="24"/>
              </w:rPr>
              <w:t>;</w:t>
            </w:r>
          </w:p>
          <w:p w14:paraId="62B9DFB4" w14:textId="1B7EC32A" w:rsidR="00513BB4" w:rsidRPr="00513BB4" w:rsidRDefault="00513BB4" w:rsidP="000557E1">
            <w:pPr>
              <w:numPr>
                <w:ilvl w:val="0"/>
                <w:numId w:val="7"/>
              </w:numPr>
              <w:spacing w:after="0" w:line="36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L. Gondek, </w:t>
            </w:r>
            <w:r w:rsidRPr="00BC0F17">
              <w:rPr>
                <w:rFonts w:ascii="Corbel" w:hAnsi="Corbel"/>
                <w:i/>
                <w:sz w:val="24"/>
                <w:szCs w:val="24"/>
              </w:rPr>
              <w:t>Polska karząca 1939-1945. Polski wymiar sprawiedliwości w okresie okupacji niemieckiej</w:t>
            </w:r>
            <w:r>
              <w:rPr>
                <w:rFonts w:ascii="Corbel" w:hAnsi="Corbel"/>
                <w:sz w:val="24"/>
                <w:szCs w:val="24"/>
              </w:rPr>
              <w:t>, Warszawa 1988 (wyd. I) lub Warszawa (wyd. II)</w:t>
            </w:r>
            <w:r w:rsidR="00BC0F17">
              <w:rPr>
                <w:rFonts w:ascii="Corbel" w:hAnsi="Corbel"/>
                <w:sz w:val="24"/>
                <w:szCs w:val="24"/>
              </w:rPr>
              <w:t>;</w:t>
            </w:r>
          </w:p>
          <w:p w14:paraId="52447D15" w14:textId="02DE44A5" w:rsidR="00355D77" w:rsidRPr="00513BB4" w:rsidRDefault="00513BB4" w:rsidP="000557E1">
            <w:pPr>
              <w:numPr>
                <w:ilvl w:val="0"/>
                <w:numId w:val="7"/>
              </w:numPr>
              <w:spacing w:after="0" w:line="360" w:lineRule="auto"/>
              <w:jc w:val="both"/>
              <w:rPr>
                <w:rFonts w:ascii="Corbel" w:eastAsia="Cambria" w:hAnsi="Corbel"/>
              </w:rPr>
            </w:pPr>
            <w:r w:rsidRPr="00513BB4">
              <w:rPr>
                <w:rFonts w:ascii="Corbel" w:eastAsia="Cambria" w:hAnsi="Corbel"/>
                <w:sz w:val="24"/>
                <w:szCs w:val="24"/>
              </w:rPr>
              <w:t xml:space="preserve">A. Lityński, </w:t>
            </w:r>
            <w:r w:rsidR="000557E1">
              <w:rPr>
                <w:rFonts w:ascii="Corbel" w:eastAsia="Cambria" w:hAnsi="Corbel"/>
                <w:i/>
                <w:sz w:val="24"/>
                <w:szCs w:val="24"/>
              </w:rPr>
              <w:t>O prawie i sądach początków</w:t>
            </w:r>
            <w:r w:rsidRPr="00BC0F17">
              <w:rPr>
                <w:rFonts w:ascii="Corbel" w:eastAsia="Cambria" w:hAnsi="Corbel"/>
                <w:i/>
                <w:sz w:val="24"/>
                <w:szCs w:val="24"/>
              </w:rPr>
              <w:t xml:space="preserve"> Polski Ludowej</w:t>
            </w:r>
            <w:r w:rsidRPr="00513BB4"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 w:rsidR="000557E1">
              <w:rPr>
                <w:rFonts w:ascii="Corbel" w:eastAsia="Cambria" w:hAnsi="Corbel"/>
                <w:sz w:val="24"/>
                <w:szCs w:val="24"/>
              </w:rPr>
              <w:t>Białystok 1999.</w:t>
            </w:r>
          </w:p>
        </w:tc>
      </w:tr>
    </w:tbl>
    <w:p w14:paraId="45BDD73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EF6C87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DEA554" w14:textId="77777777" w:rsidR="00BA51C5" w:rsidRDefault="00BA51C5" w:rsidP="00C16ABF">
      <w:pPr>
        <w:spacing w:after="0" w:line="240" w:lineRule="auto"/>
      </w:pPr>
      <w:r>
        <w:separator/>
      </w:r>
    </w:p>
  </w:endnote>
  <w:endnote w:type="continuationSeparator" w:id="0">
    <w:p w14:paraId="346CE5A2" w14:textId="77777777" w:rsidR="00BA51C5" w:rsidRDefault="00BA51C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D0EE3B" w14:textId="77777777" w:rsidR="00BA51C5" w:rsidRDefault="00BA51C5" w:rsidP="00C16ABF">
      <w:pPr>
        <w:spacing w:after="0" w:line="240" w:lineRule="auto"/>
      </w:pPr>
      <w:r>
        <w:separator/>
      </w:r>
    </w:p>
  </w:footnote>
  <w:footnote w:type="continuationSeparator" w:id="0">
    <w:p w14:paraId="4BFA93E9" w14:textId="77777777" w:rsidR="00BA51C5" w:rsidRDefault="00BA51C5" w:rsidP="00C16ABF">
      <w:pPr>
        <w:spacing w:after="0" w:line="240" w:lineRule="auto"/>
      </w:pPr>
      <w:r>
        <w:continuationSeparator/>
      </w:r>
    </w:p>
  </w:footnote>
  <w:footnote w:id="1">
    <w:p w14:paraId="6D90A71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23426C"/>
    <w:multiLevelType w:val="hybridMultilevel"/>
    <w:tmpl w:val="9800BD04"/>
    <w:lvl w:ilvl="0" w:tplc="C004ED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D40F9E"/>
    <w:multiLevelType w:val="hybridMultilevel"/>
    <w:tmpl w:val="3DCC468A"/>
    <w:lvl w:ilvl="0" w:tplc="6A7449F8">
      <w:start w:val="1"/>
      <w:numFmt w:val="decimal"/>
      <w:lvlText w:val="%1."/>
      <w:lvlJc w:val="left"/>
      <w:pPr>
        <w:ind w:left="465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185" w:hanging="360"/>
      </w:pPr>
    </w:lvl>
    <w:lvl w:ilvl="2" w:tplc="0415001B" w:tentative="1">
      <w:start w:val="1"/>
      <w:numFmt w:val="lowerRoman"/>
      <w:lvlText w:val="%3."/>
      <w:lvlJc w:val="right"/>
      <w:pPr>
        <w:ind w:left="1905" w:hanging="180"/>
      </w:pPr>
    </w:lvl>
    <w:lvl w:ilvl="3" w:tplc="0415000F" w:tentative="1">
      <w:start w:val="1"/>
      <w:numFmt w:val="decimal"/>
      <w:lvlText w:val="%4."/>
      <w:lvlJc w:val="left"/>
      <w:pPr>
        <w:ind w:left="2625" w:hanging="360"/>
      </w:pPr>
    </w:lvl>
    <w:lvl w:ilvl="4" w:tplc="04150019" w:tentative="1">
      <w:start w:val="1"/>
      <w:numFmt w:val="lowerLetter"/>
      <w:lvlText w:val="%5."/>
      <w:lvlJc w:val="left"/>
      <w:pPr>
        <w:ind w:left="3345" w:hanging="360"/>
      </w:pPr>
    </w:lvl>
    <w:lvl w:ilvl="5" w:tplc="0415001B" w:tentative="1">
      <w:start w:val="1"/>
      <w:numFmt w:val="lowerRoman"/>
      <w:lvlText w:val="%6."/>
      <w:lvlJc w:val="right"/>
      <w:pPr>
        <w:ind w:left="4065" w:hanging="180"/>
      </w:pPr>
    </w:lvl>
    <w:lvl w:ilvl="6" w:tplc="0415000F" w:tentative="1">
      <w:start w:val="1"/>
      <w:numFmt w:val="decimal"/>
      <w:lvlText w:val="%7."/>
      <w:lvlJc w:val="left"/>
      <w:pPr>
        <w:ind w:left="4785" w:hanging="360"/>
      </w:pPr>
    </w:lvl>
    <w:lvl w:ilvl="7" w:tplc="04150019" w:tentative="1">
      <w:start w:val="1"/>
      <w:numFmt w:val="lowerLetter"/>
      <w:lvlText w:val="%8."/>
      <w:lvlJc w:val="left"/>
      <w:pPr>
        <w:ind w:left="5505" w:hanging="360"/>
      </w:pPr>
    </w:lvl>
    <w:lvl w:ilvl="8" w:tplc="0415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3" w15:restartNumberingAfterBreak="0">
    <w:nsid w:val="42AB53A4"/>
    <w:multiLevelType w:val="hybridMultilevel"/>
    <w:tmpl w:val="84902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4145D7"/>
    <w:multiLevelType w:val="multilevel"/>
    <w:tmpl w:val="30CC7D0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5" w15:restartNumberingAfterBreak="0">
    <w:nsid w:val="649D14AD"/>
    <w:multiLevelType w:val="hybridMultilevel"/>
    <w:tmpl w:val="EF949FDE"/>
    <w:lvl w:ilvl="0" w:tplc="C0F4FF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FC4B18"/>
    <w:multiLevelType w:val="hybridMultilevel"/>
    <w:tmpl w:val="3FC49EFE"/>
    <w:lvl w:ilvl="0" w:tplc="C0F4FF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2"/>
  </w:num>
  <w:num w:numId="5">
    <w:abstractNumId w:val="1"/>
  </w:num>
  <w:num w:numId="6">
    <w:abstractNumId w:val="4"/>
  </w:num>
  <w:num w:numId="7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2D33"/>
    <w:rsid w:val="00015B8F"/>
    <w:rsid w:val="000204BA"/>
    <w:rsid w:val="00022ECE"/>
    <w:rsid w:val="000321B9"/>
    <w:rsid w:val="00042A51"/>
    <w:rsid w:val="00042D2E"/>
    <w:rsid w:val="00044C82"/>
    <w:rsid w:val="000557E1"/>
    <w:rsid w:val="00056EB2"/>
    <w:rsid w:val="00063D93"/>
    <w:rsid w:val="00070ED6"/>
    <w:rsid w:val="000742DC"/>
    <w:rsid w:val="00084C12"/>
    <w:rsid w:val="00090B12"/>
    <w:rsid w:val="00092A5A"/>
    <w:rsid w:val="0009462C"/>
    <w:rsid w:val="00094B12"/>
    <w:rsid w:val="00096C46"/>
    <w:rsid w:val="000A296F"/>
    <w:rsid w:val="000A2A28"/>
    <w:rsid w:val="000A6F04"/>
    <w:rsid w:val="000B192D"/>
    <w:rsid w:val="000B28EE"/>
    <w:rsid w:val="000B3E37"/>
    <w:rsid w:val="000B48FB"/>
    <w:rsid w:val="000D04B0"/>
    <w:rsid w:val="000F1C57"/>
    <w:rsid w:val="000F5615"/>
    <w:rsid w:val="001005FA"/>
    <w:rsid w:val="00123C78"/>
    <w:rsid w:val="00124BFF"/>
    <w:rsid w:val="0012560E"/>
    <w:rsid w:val="00127108"/>
    <w:rsid w:val="00134B13"/>
    <w:rsid w:val="00146BC0"/>
    <w:rsid w:val="00153C41"/>
    <w:rsid w:val="00154381"/>
    <w:rsid w:val="0015765D"/>
    <w:rsid w:val="001640A7"/>
    <w:rsid w:val="00164FA7"/>
    <w:rsid w:val="00166A03"/>
    <w:rsid w:val="001718A7"/>
    <w:rsid w:val="001737CF"/>
    <w:rsid w:val="00176083"/>
    <w:rsid w:val="00192F37"/>
    <w:rsid w:val="001A365C"/>
    <w:rsid w:val="001A70D2"/>
    <w:rsid w:val="001C0EAA"/>
    <w:rsid w:val="001D657B"/>
    <w:rsid w:val="001D7B54"/>
    <w:rsid w:val="001E0209"/>
    <w:rsid w:val="001F2CA2"/>
    <w:rsid w:val="002144C0"/>
    <w:rsid w:val="00223914"/>
    <w:rsid w:val="0022413F"/>
    <w:rsid w:val="0022477D"/>
    <w:rsid w:val="0022660F"/>
    <w:rsid w:val="002278A9"/>
    <w:rsid w:val="002314D6"/>
    <w:rsid w:val="00232481"/>
    <w:rsid w:val="002336F9"/>
    <w:rsid w:val="00233D4C"/>
    <w:rsid w:val="0024028F"/>
    <w:rsid w:val="00243EDE"/>
    <w:rsid w:val="00244ABC"/>
    <w:rsid w:val="00281FF2"/>
    <w:rsid w:val="002857DE"/>
    <w:rsid w:val="00291567"/>
    <w:rsid w:val="00293D62"/>
    <w:rsid w:val="002A22BF"/>
    <w:rsid w:val="002A2389"/>
    <w:rsid w:val="002A2809"/>
    <w:rsid w:val="002A671D"/>
    <w:rsid w:val="002B4D55"/>
    <w:rsid w:val="002B5EA0"/>
    <w:rsid w:val="002B6119"/>
    <w:rsid w:val="002C1F06"/>
    <w:rsid w:val="002D3375"/>
    <w:rsid w:val="002D73D4"/>
    <w:rsid w:val="002E209A"/>
    <w:rsid w:val="002F02A3"/>
    <w:rsid w:val="002F4ABE"/>
    <w:rsid w:val="003018BA"/>
    <w:rsid w:val="0030395F"/>
    <w:rsid w:val="00303967"/>
    <w:rsid w:val="00305C92"/>
    <w:rsid w:val="003147A0"/>
    <w:rsid w:val="003151C5"/>
    <w:rsid w:val="003343CF"/>
    <w:rsid w:val="00346FE9"/>
    <w:rsid w:val="0034717D"/>
    <w:rsid w:val="0034759A"/>
    <w:rsid w:val="003503F6"/>
    <w:rsid w:val="003530DD"/>
    <w:rsid w:val="00355D77"/>
    <w:rsid w:val="00363F78"/>
    <w:rsid w:val="0037254A"/>
    <w:rsid w:val="003A0A5B"/>
    <w:rsid w:val="003A1176"/>
    <w:rsid w:val="003C0BAE"/>
    <w:rsid w:val="003D18A9"/>
    <w:rsid w:val="003D3B2F"/>
    <w:rsid w:val="003D6CE2"/>
    <w:rsid w:val="003E1941"/>
    <w:rsid w:val="003E29C5"/>
    <w:rsid w:val="003E2FE6"/>
    <w:rsid w:val="003E49D5"/>
    <w:rsid w:val="003F38C0"/>
    <w:rsid w:val="00414E3C"/>
    <w:rsid w:val="0042244A"/>
    <w:rsid w:val="00422FD5"/>
    <w:rsid w:val="00423525"/>
    <w:rsid w:val="0042745A"/>
    <w:rsid w:val="0042789E"/>
    <w:rsid w:val="00431D5C"/>
    <w:rsid w:val="004362C6"/>
    <w:rsid w:val="00437FA2"/>
    <w:rsid w:val="004428A4"/>
    <w:rsid w:val="00445970"/>
    <w:rsid w:val="004538AD"/>
    <w:rsid w:val="00461EFC"/>
    <w:rsid w:val="00462FFE"/>
    <w:rsid w:val="004652C2"/>
    <w:rsid w:val="00467A81"/>
    <w:rsid w:val="004706D1"/>
    <w:rsid w:val="00471326"/>
    <w:rsid w:val="0047598D"/>
    <w:rsid w:val="0047779A"/>
    <w:rsid w:val="004840FD"/>
    <w:rsid w:val="00490F7D"/>
    <w:rsid w:val="00491678"/>
    <w:rsid w:val="004968E2"/>
    <w:rsid w:val="004A3EEA"/>
    <w:rsid w:val="004A4D1F"/>
    <w:rsid w:val="004B5B06"/>
    <w:rsid w:val="004B5FC5"/>
    <w:rsid w:val="004D433E"/>
    <w:rsid w:val="004D5282"/>
    <w:rsid w:val="004F1551"/>
    <w:rsid w:val="004F46F7"/>
    <w:rsid w:val="004F55A3"/>
    <w:rsid w:val="0050496F"/>
    <w:rsid w:val="00511A98"/>
    <w:rsid w:val="00513B6F"/>
    <w:rsid w:val="00513BB4"/>
    <w:rsid w:val="00517C63"/>
    <w:rsid w:val="00517D06"/>
    <w:rsid w:val="005363C4"/>
    <w:rsid w:val="00536BDE"/>
    <w:rsid w:val="00537531"/>
    <w:rsid w:val="00543ACC"/>
    <w:rsid w:val="00550527"/>
    <w:rsid w:val="0056696D"/>
    <w:rsid w:val="005678E6"/>
    <w:rsid w:val="00574112"/>
    <w:rsid w:val="00591B79"/>
    <w:rsid w:val="0059484D"/>
    <w:rsid w:val="005A0855"/>
    <w:rsid w:val="005A1D90"/>
    <w:rsid w:val="005A3196"/>
    <w:rsid w:val="005B1889"/>
    <w:rsid w:val="005C080F"/>
    <w:rsid w:val="005C0A3B"/>
    <w:rsid w:val="005C4E72"/>
    <w:rsid w:val="005C55E5"/>
    <w:rsid w:val="005C696A"/>
    <w:rsid w:val="005E001B"/>
    <w:rsid w:val="005E6E85"/>
    <w:rsid w:val="005F31D2"/>
    <w:rsid w:val="0061029B"/>
    <w:rsid w:val="00617230"/>
    <w:rsid w:val="00621CE1"/>
    <w:rsid w:val="00625D50"/>
    <w:rsid w:val="006277A8"/>
    <w:rsid w:val="00627FC9"/>
    <w:rsid w:val="00640C84"/>
    <w:rsid w:val="00647FA8"/>
    <w:rsid w:val="00650C5F"/>
    <w:rsid w:val="00652294"/>
    <w:rsid w:val="00654934"/>
    <w:rsid w:val="006620D9"/>
    <w:rsid w:val="00671958"/>
    <w:rsid w:val="00675843"/>
    <w:rsid w:val="00676CB9"/>
    <w:rsid w:val="00696477"/>
    <w:rsid w:val="006A0E34"/>
    <w:rsid w:val="006A6A07"/>
    <w:rsid w:val="006B070A"/>
    <w:rsid w:val="006C6051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035F"/>
    <w:rsid w:val="007327BD"/>
    <w:rsid w:val="00734608"/>
    <w:rsid w:val="00745302"/>
    <w:rsid w:val="007461D6"/>
    <w:rsid w:val="00746EC8"/>
    <w:rsid w:val="00763BF1"/>
    <w:rsid w:val="00766FD4"/>
    <w:rsid w:val="0078168C"/>
    <w:rsid w:val="00787B7C"/>
    <w:rsid w:val="00787C2A"/>
    <w:rsid w:val="00790E27"/>
    <w:rsid w:val="00796A00"/>
    <w:rsid w:val="007A4022"/>
    <w:rsid w:val="007A6E6E"/>
    <w:rsid w:val="007B3931"/>
    <w:rsid w:val="007B5DF4"/>
    <w:rsid w:val="007B7C25"/>
    <w:rsid w:val="007C3299"/>
    <w:rsid w:val="007C3BCC"/>
    <w:rsid w:val="007C4546"/>
    <w:rsid w:val="007D6E56"/>
    <w:rsid w:val="007F1B21"/>
    <w:rsid w:val="007F4155"/>
    <w:rsid w:val="0081554D"/>
    <w:rsid w:val="0081707E"/>
    <w:rsid w:val="008241A1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6DC5"/>
    <w:rsid w:val="008E31DF"/>
    <w:rsid w:val="008E64F4"/>
    <w:rsid w:val="008F12C9"/>
    <w:rsid w:val="008F6E29"/>
    <w:rsid w:val="00906FAE"/>
    <w:rsid w:val="00916188"/>
    <w:rsid w:val="00923605"/>
    <w:rsid w:val="00923D7D"/>
    <w:rsid w:val="00935C57"/>
    <w:rsid w:val="009508DF"/>
    <w:rsid w:val="00950DAC"/>
    <w:rsid w:val="00954A07"/>
    <w:rsid w:val="00956259"/>
    <w:rsid w:val="00987381"/>
    <w:rsid w:val="00997F14"/>
    <w:rsid w:val="009A78D9"/>
    <w:rsid w:val="009C3E31"/>
    <w:rsid w:val="009C54AE"/>
    <w:rsid w:val="009C788E"/>
    <w:rsid w:val="009D5FF9"/>
    <w:rsid w:val="009E3B41"/>
    <w:rsid w:val="009E5440"/>
    <w:rsid w:val="009F3C5C"/>
    <w:rsid w:val="009F4610"/>
    <w:rsid w:val="009F5088"/>
    <w:rsid w:val="00A00ECC"/>
    <w:rsid w:val="00A155EE"/>
    <w:rsid w:val="00A2245B"/>
    <w:rsid w:val="00A30110"/>
    <w:rsid w:val="00A36899"/>
    <w:rsid w:val="00A371F6"/>
    <w:rsid w:val="00A373DF"/>
    <w:rsid w:val="00A4195E"/>
    <w:rsid w:val="00A43BF6"/>
    <w:rsid w:val="00A53FA5"/>
    <w:rsid w:val="00A54817"/>
    <w:rsid w:val="00A601C8"/>
    <w:rsid w:val="00A60799"/>
    <w:rsid w:val="00A6709A"/>
    <w:rsid w:val="00A71B3D"/>
    <w:rsid w:val="00A739AD"/>
    <w:rsid w:val="00A84C85"/>
    <w:rsid w:val="00A90BFC"/>
    <w:rsid w:val="00A90EB0"/>
    <w:rsid w:val="00A97DE1"/>
    <w:rsid w:val="00AB053C"/>
    <w:rsid w:val="00AB56B9"/>
    <w:rsid w:val="00AC10D3"/>
    <w:rsid w:val="00AD1146"/>
    <w:rsid w:val="00AD27D3"/>
    <w:rsid w:val="00AD66D6"/>
    <w:rsid w:val="00AE1160"/>
    <w:rsid w:val="00AE203C"/>
    <w:rsid w:val="00AE2E74"/>
    <w:rsid w:val="00AE5FCB"/>
    <w:rsid w:val="00AF2C1E"/>
    <w:rsid w:val="00B01D63"/>
    <w:rsid w:val="00B06142"/>
    <w:rsid w:val="00B135B1"/>
    <w:rsid w:val="00B3130B"/>
    <w:rsid w:val="00B40ADB"/>
    <w:rsid w:val="00B43B77"/>
    <w:rsid w:val="00B43E80"/>
    <w:rsid w:val="00B47FE3"/>
    <w:rsid w:val="00B607DB"/>
    <w:rsid w:val="00B65F7E"/>
    <w:rsid w:val="00B66529"/>
    <w:rsid w:val="00B729FF"/>
    <w:rsid w:val="00B75946"/>
    <w:rsid w:val="00B8056E"/>
    <w:rsid w:val="00B819C8"/>
    <w:rsid w:val="00B82308"/>
    <w:rsid w:val="00B90885"/>
    <w:rsid w:val="00BA51C5"/>
    <w:rsid w:val="00BB520A"/>
    <w:rsid w:val="00BC0F17"/>
    <w:rsid w:val="00BD3869"/>
    <w:rsid w:val="00BD66E9"/>
    <w:rsid w:val="00BD6FF4"/>
    <w:rsid w:val="00BF2C41"/>
    <w:rsid w:val="00BF3E2A"/>
    <w:rsid w:val="00C02813"/>
    <w:rsid w:val="00C058B4"/>
    <w:rsid w:val="00C05F44"/>
    <w:rsid w:val="00C131B5"/>
    <w:rsid w:val="00C16ABF"/>
    <w:rsid w:val="00C170AE"/>
    <w:rsid w:val="00C26CB7"/>
    <w:rsid w:val="00C324C1"/>
    <w:rsid w:val="00C3582C"/>
    <w:rsid w:val="00C36992"/>
    <w:rsid w:val="00C42EAB"/>
    <w:rsid w:val="00C56036"/>
    <w:rsid w:val="00C61DC5"/>
    <w:rsid w:val="00C67E92"/>
    <w:rsid w:val="00C70A26"/>
    <w:rsid w:val="00C766DF"/>
    <w:rsid w:val="00C858F4"/>
    <w:rsid w:val="00C94B98"/>
    <w:rsid w:val="00CA08DC"/>
    <w:rsid w:val="00CA2B96"/>
    <w:rsid w:val="00CA5089"/>
    <w:rsid w:val="00CB4C4A"/>
    <w:rsid w:val="00CB4D1B"/>
    <w:rsid w:val="00CD6897"/>
    <w:rsid w:val="00CE5BAC"/>
    <w:rsid w:val="00CE6C00"/>
    <w:rsid w:val="00CF25BE"/>
    <w:rsid w:val="00CF78ED"/>
    <w:rsid w:val="00D02B25"/>
    <w:rsid w:val="00D02EBA"/>
    <w:rsid w:val="00D10507"/>
    <w:rsid w:val="00D136E9"/>
    <w:rsid w:val="00D1716B"/>
    <w:rsid w:val="00D17C3C"/>
    <w:rsid w:val="00D23C4C"/>
    <w:rsid w:val="00D24278"/>
    <w:rsid w:val="00D26B2C"/>
    <w:rsid w:val="00D352C9"/>
    <w:rsid w:val="00D425B2"/>
    <w:rsid w:val="00D428D6"/>
    <w:rsid w:val="00D47011"/>
    <w:rsid w:val="00D552B2"/>
    <w:rsid w:val="00D608D1"/>
    <w:rsid w:val="00D74119"/>
    <w:rsid w:val="00D8075B"/>
    <w:rsid w:val="00D8315E"/>
    <w:rsid w:val="00D8678B"/>
    <w:rsid w:val="00DA2114"/>
    <w:rsid w:val="00DC3D5E"/>
    <w:rsid w:val="00DC679A"/>
    <w:rsid w:val="00DD7E0D"/>
    <w:rsid w:val="00DE09C0"/>
    <w:rsid w:val="00DE4A14"/>
    <w:rsid w:val="00DE6765"/>
    <w:rsid w:val="00DF320D"/>
    <w:rsid w:val="00DF71C8"/>
    <w:rsid w:val="00E129B8"/>
    <w:rsid w:val="00E21E7D"/>
    <w:rsid w:val="00E22FBC"/>
    <w:rsid w:val="00E24BF5"/>
    <w:rsid w:val="00E25338"/>
    <w:rsid w:val="00E3477A"/>
    <w:rsid w:val="00E47F44"/>
    <w:rsid w:val="00E51E44"/>
    <w:rsid w:val="00E63348"/>
    <w:rsid w:val="00E77E88"/>
    <w:rsid w:val="00E8107D"/>
    <w:rsid w:val="00E960BB"/>
    <w:rsid w:val="00E96F35"/>
    <w:rsid w:val="00EA2074"/>
    <w:rsid w:val="00EA4832"/>
    <w:rsid w:val="00EA4E9D"/>
    <w:rsid w:val="00EC4899"/>
    <w:rsid w:val="00EC6F6C"/>
    <w:rsid w:val="00ED03AB"/>
    <w:rsid w:val="00ED32D2"/>
    <w:rsid w:val="00ED3AAB"/>
    <w:rsid w:val="00ED5EDA"/>
    <w:rsid w:val="00EE2A4E"/>
    <w:rsid w:val="00EE32DE"/>
    <w:rsid w:val="00EE5457"/>
    <w:rsid w:val="00F070AB"/>
    <w:rsid w:val="00F17567"/>
    <w:rsid w:val="00F27A7B"/>
    <w:rsid w:val="00F526AF"/>
    <w:rsid w:val="00F54C62"/>
    <w:rsid w:val="00F617C3"/>
    <w:rsid w:val="00F7066B"/>
    <w:rsid w:val="00F70DDE"/>
    <w:rsid w:val="00F748A4"/>
    <w:rsid w:val="00F82EAA"/>
    <w:rsid w:val="00F83B28"/>
    <w:rsid w:val="00FA46E5"/>
    <w:rsid w:val="00FB6822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3F5F7"/>
  <w15:docId w15:val="{BA9C4A2C-5F45-9042-B962-A332EF468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92A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92A5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92A5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2A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92A5A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9AA49F-29D0-4127-BE8D-AA5B7C9CD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7</Pages>
  <Words>1699</Words>
  <Characters>10194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3</cp:revision>
  <cp:lastPrinted>2021-09-06T06:07:00Z</cp:lastPrinted>
  <dcterms:created xsi:type="dcterms:W3CDTF">2022-11-24T10:53:00Z</dcterms:created>
  <dcterms:modified xsi:type="dcterms:W3CDTF">2022-11-30T08:34:00Z</dcterms:modified>
</cp:coreProperties>
</file>